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F5EC" w14:textId="77777777" w:rsidR="008E5331" w:rsidRDefault="008E5331" w:rsidP="005B39CC">
      <w:pPr>
        <w:spacing w:line="360" w:lineRule="auto"/>
        <w:jc w:val="both"/>
        <w:rPr>
          <w:b/>
          <w:lang w:val="et-EE"/>
        </w:rPr>
      </w:pPr>
    </w:p>
    <w:p w14:paraId="6FBE60D8" w14:textId="3687F12F" w:rsidR="00274067" w:rsidRPr="00274067" w:rsidRDefault="00274067" w:rsidP="00274067">
      <w:pPr>
        <w:spacing w:line="360" w:lineRule="auto"/>
        <w:jc w:val="both"/>
        <w:rPr>
          <w:bCs/>
          <w:lang w:val="et-EE"/>
        </w:rPr>
      </w:pPr>
      <w:r w:rsidRPr="00274067">
        <w:rPr>
          <w:bCs/>
          <w:lang w:val="et-EE"/>
        </w:rPr>
        <w:t xml:space="preserve">Lugupeetud </w:t>
      </w:r>
      <w:r>
        <w:rPr>
          <w:bCs/>
          <w:lang w:val="et-EE"/>
        </w:rPr>
        <w:t xml:space="preserve">pr. </w:t>
      </w:r>
      <w:proofErr w:type="spellStart"/>
      <w:r>
        <w:rPr>
          <w:bCs/>
          <w:lang w:val="et-EE"/>
        </w:rPr>
        <w:t>Liisa-Ly</w:t>
      </w:r>
      <w:proofErr w:type="spellEnd"/>
      <w:r>
        <w:rPr>
          <w:bCs/>
          <w:lang w:val="et-EE"/>
        </w:rPr>
        <w:t xml:space="preserve"> Pakosta</w:t>
      </w:r>
    </w:p>
    <w:p w14:paraId="16FF9A2A" w14:textId="607223BD" w:rsidR="00274067" w:rsidRDefault="00ED5733" w:rsidP="00274067">
      <w:pPr>
        <w:spacing w:line="360" w:lineRule="auto"/>
        <w:jc w:val="both"/>
        <w:rPr>
          <w:bCs/>
          <w:lang w:val="et-EE"/>
        </w:rPr>
      </w:pPr>
      <w:r>
        <w:rPr>
          <w:bCs/>
          <w:lang w:val="et-EE"/>
        </w:rPr>
        <w:t>J</w:t>
      </w:r>
      <w:r w:rsidRPr="00ED5733">
        <w:rPr>
          <w:bCs/>
          <w:lang w:val="et-EE"/>
        </w:rPr>
        <w:t>ustiits- ja digiminister</w:t>
      </w:r>
    </w:p>
    <w:p w14:paraId="031211B5" w14:textId="4913C87F" w:rsidR="007E5736" w:rsidRPr="00484869" w:rsidRDefault="005B39CC" w:rsidP="005B39CC">
      <w:pPr>
        <w:spacing w:line="360" w:lineRule="auto"/>
        <w:jc w:val="both"/>
        <w:rPr>
          <w:bCs/>
          <w:lang w:val="et-EE"/>
        </w:rPr>
      </w:pPr>
      <w:r w:rsidRPr="00484869">
        <w:rPr>
          <w:bCs/>
          <w:lang w:val="et-EE"/>
        </w:rPr>
        <w:t>Justiits</w:t>
      </w:r>
      <w:r w:rsidR="00C53173">
        <w:rPr>
          <w:bCs/>
          <w:lang w:val="et-EE"/>
        </w:rPr>
        <w:t xml:space="preserve">- ja </w:t>
      </w:r>
      <w:r w:rsidR="007F103E">
        <w:rPr>
          <w:bCs/>
          <w:lang w:val="et-EE"/>
        </w:rPr>
        <w:t>Digi</w:t>
      </w:r>
      <w:r w:rsidRPr="00484869">
        <w:rPr>
          <w:bCs/>
          <w:lang w:val="et-EE"/>
        </w:rPr>
        <w:t>ministeerium</w:t>
      </w:r>
    </w:p>
    <w:p w14:paraId="341593A8" w14:textId="1C34ED8E" w:rsidR="00001E9E" w:rsidRDefault="00001E9E" w:rsidP="008E5331">
      <w:pPr>
        <w:spacing w:after="120" w:line="360" w:lineRule="auto"/>
        <w:jc w:val="both"/>
        <w:rPr>
          <w:bCs/>
          <w:lang w:val="et-EE"/>
        </w:rPr>
      </w:pPr>
      <w:hyperlink r:id="rId11" w:history="1">
        <w:r w:rsidRPr="00321ACA">
          <w:rPr>
            <w:rStyle w:val="Hyperlink"/>
            <w:bCs/>
            <w:lang w:val="et-EE"/>
          </w:rPr>
          <w:t>info@justdigi.ee</w:t>
        </w:r>
      </w:hyperlink>
    </w:p>
    <w:p w14:paraId="45855896" w14:textId="778977B7" w:rsidR="00D1109A" w:rsidRDefault="001B2941" w:rsidP="000048D4">
      <w:pPr>
        <w:spacing w:line="360" w:lineRule="auto"/>
        <w:jc w:val="right"/>
        <w:rPr>
          <w:bCs/>
          <w:lang w:val="nb-NO"/>
        </w:rPr>
      </w:pPr>
      <w:r>
        <w:rPr>
          <w:bCs/>
          <w:lang w:val="et-EE"/>
        </w:rPr>
        <w:t xml:space="preserve">Meie: </w:t>
      </w:r>
      <w:r w:rsidR="00274067">
        <w:rPr>
          <w:bCs/>
          <w:lang w:val="et-EE"/>
        </w:rPr>
        <w:t>15</w:t>
      </w:r>
      <w:r>
        <w:rPr>
          <w:bCs/>
          <w:lang w:val="et-EE"/>
        </w:rPr>
        <w:t xml:space="preserve">.12.2025 nr KL </w:t>
      </w:r>
      <w:r w:rsidR="00274067">
        <w:rPr>
          <w:bCs/>
          <w:lang w:val="et-EE"/>
        </w:rPr>
        <w:t>120</w:t>
      </w:r>
      <w:r>
        <w:rPr>
          <w:bCs/>
          <w:lang w:val="et-EE"/>
        </w:rPr>
        <w:t xml:space="preserve">-25 ja </w:t>
      </w:r>
      <w:r w:rsidR="00DC509C">
        <w:rPr>
          <w:bCs/>
          <w:lang w:val="et-EE"/>
        </w:rPr>
        <w:t>24</w:t>
      </w:r>
      <w:r w:rsidR="00F84A4F" w:rsidRPr="00484869">
        <w:rPr>
          <w:bCs/>
          <w:lang w:val="et-EE"/>
        </w:rPr>
        <w:t>.</w:t>
      </w:r>
      <w:r w:rsidR="008E0C1A" w:rsidRPr="00484869">
        <w:rPr>
          <w:bCs/>
          <w:lang w:val="et-EE"/>
        </w:rPr>
        <w:t>1</w:t>
      </w:r>
      <w:r w:rsidR="00D134E2" w:rsidRPr="00484869">
        <w:rPr>
          <w:bCs/>
          <w:lang w:val="et-EE"/>
        </w:rPr>
        <w:t>0</w:t>
      </w:r>
      <w:r w:rsidR="00F84A4F" w:rsidRPr="00484869">
        <w:rPr>
          <w:bCs/>
          <w:lang w:val="et-EE"/>
        </w:rPr>
        <w:t>.202</w:t>
      </w:r>
      <w:r w:rsidR="00D134E2" w:rsidRPr="00484869">
        <w:rPr>
          <w:bCs/>
          <w:lang w:val="et-EE"/>
        </w:rPr>
        <w:t>5</w:t>
      </w:r>
      <w:r w:rsidR="00F84A4F" w:rsidRPr="00484869">
        <w:rPr>
          <w:bCs/>
          <w:lang w:val="et-EE"/>
        </w:rPr>
        <w:t xml:space="preserve"> nr </w:t>
      </w:r>
      <w:r w:rsidR="00A8267B" w:rsidRPr="00484869">
        <w:rPr>
          <w:bCs/>
          <w:lang w:val="nb-NO"/>
        </w:rPr>
        <w:t>KL</w:t>
      </w:r>
      <w:r w:rsidR="00474C1C" w:rsidRPr="00484869">
        <w:rPr>
          <w:bCs/>
          <w:lang w:val="nb-NO"/>
        </w:rPr>
        <w:t xml:space="preserve"> 11</w:t>
      </w:r>
      <w:r w:rsidR="00934446" w:rsidRPr="00484869">
        <w:rPr>
          <w:bCs/>
          <w:lang w:val="nb-NO"/>
        </w:rPr>
        <w:t>5</w:t>
      </w:r>
      <w:r w:rsidR="00474C1C" w:rsidRPr="00484869">
        <w:rPr>
          <w:bCs/>
          <w:lang w:val="nb-NO"/>
        </w:rPr>
        <w:t>-25</w:t>
      </w:r>
    </w:p>
    <w:p w14:paraId="702A59AE" w14:textId="23BF4CEB" w:rsidR="00723E37" w:rsidRPr="00723E37" w:rsidRDefault="001B2941" w:rsidP="00723E37">
      <w:pPr>
        <w:spacing w:after="120" w:line="360" w:lineRule="auto"/>
        <w:jc w:val="right"/>
        <w:rPr>
          <w:bCs/>
          <w:lang w:val="nb-NO"/>
        </w:rPr>
      </w:pPr>
      <w:r>
        <w:rPr>
          <w:bCs/>
          <w:lang w:val="nb-NO"/>
        </w:rPr>
        <w:t xml:space="preserve">Teie: 12.11.2025 </w:t>
      </w:r>
      <w:r w:rsidRPr="001B2941">
        <w:rPr>
          <w:bCs/>
          <w:lang w:val="nb-NO"/>
        </w:rPr>
        <w:t>nr 2-6/25-8649-2</w:t>
      </w:r>
    </w:p>
    <w:p w14:paraId="69E8E7B7" w14:textId="144930D0" w:rsidR="00E84ABF" w:rsidRPr="00723E37" w:rsidRDefault="00B91207" w:rsidP="00723E37">
      <w:pPr>
        <w:spacing w:after="120" w:line="360" w:lineRule="auto"/>
        <w:jc w:val="both"/>
        <w:rPr>
          <w:b/>
          <w:lang w:val="et-EE"/>
        </w:rPr>
      </w:pPr>
      <w:r>
        <w:rPr>
          <w:b/>
          <w:lang w:val="et-EE"/>
        </w:rPr>
        <w:t>Kutse 13.01.2026 toimuvale</w:t>
      </w:r>
      <w:r w:rsidR="003049C7">
        <w:rPr>
          <w:b/>
          <w:lang w:val="et-EE"/>
        </w:rPr>
        <w:t xml:space="preserve"> EOKL</w:t>
      </w:r>
      <w:r>
        <w:rPr>
          <w:b/>
          <w:lang w:val="et-EE"/>
        </w:rPr>
        <w:t xml:space="preserve"> volikogule</w:t>
      </w:r>
    </w:p>
    <w:p w14:paraId="3BBFE162" w14:textId="7A62041E" w:rsidR="00DA4904" w:rsidRPr="00B91207" w:rsidRDefault="00374605" w:rsidP="00DA4904">
      <w:pPr>
        <w:spacing w:after="120" w:line="360" w:lineRule="auto"/>
        <w:jc w:val="both"/>
        <w:rPr>
          <w:lang w:val="et-EE"/>
        </w:rPr>
      </w:pPr>
      <w:r w:rsidRPr="00484869">
        <w:rPr>
          <w:bCs/>
          <w:lang w:val="et-EE"/>
        </w:rPr>
        <w:t>Austatud</w:t>
      </w:r>
      <w:r w:rsidR="0037109F" w:rsidRPr="00484869">
        <w:rPr>
          <w:bCs/>
          <w:lang w:val="et-EE"/>
        </w:rPr>
        <w:t xml:space="preserve"> justiits- ja digiminister </w:t>
      </w:r>
      <w:proofErr w:type="spellStart"/>
      <w:r w:rsidR="00B90E66" w:rsidRPr="00484869">
        <w:rPr>
          <w:bCs/>
          <w:lang w:val="et-EE"/>
        </w:rPr>
        <w:t>Liisa-Ly</w:t>
      </w:r>
      <w:proofErr w:type="spellEnd"/>
      <w:r w:rsidR="00B90E66" w:rsidRPr="00484869">
        <w:rPr>
          <w:bCs/>
          <w:lang w:val="et-EE"/>
        </w:rPr>
        <w:t xml:space="preserve"> Pakosta</w:t>
      </w:r>
      <w:r w:rsidR="00F86FA9" w:rsidRPr="00484869">
        <w:rPr>
          <w:bCs/>
          <w:lang w:val="et-EE"/>
        </w:rPr>
        <w:t>.</w:t>
      </w:r>
      <w:r w:rsidR="006A396C">
        <w:rPr>
          <w:bCs/>
          <w:lang w:val="et-EE"/>
        </w:rPr>
        <w:t xml:space="preserve"> EOKL tänab</w:t>
      </w:r>
      <w:r w:rsidR="001B2941">
        <w:rPr>
          <w:bCs/>
          <w:lang w:val="et-EE"/>
        </w:rPr>
        <w:t xml:space="preserve"> </w:t>
      </w:r>
      <w:r w:rsidR="009643C8" w:rsidRPr="009643C8">
        <w:rPr>
          <w:bCs/>
          <w:lang w:val="et-EE"/>
        </w:rPr>
        <w:t>Justiits- ja Digiministeerium</w:t>
      </w:r>
      <w:r w:rsidR="009643C8">
        <w:rPr>
          <w:bCs/>
          <w:lang w:val="et-EE"/>
        </w:rPr>
        <w:t>i</w:t>
      </w:r>
      <w:r w:rsidR="00DD2153">
        <w:rPr>
          <w:bCs/>
          <w:lang w:val="et-EE"/>
        </w:rPr>
        <w:t xml:space="preserve"> (JUM)</w:t>
      </w:r>
      <w:r w:rsidR="009643C8">
        <w:rPr>
          <w:bCs/>
          <w:lang w:val="et-EE"/>
        </w:rPr>
        <w:t xml:space="preserve"> </w:t>
      </w:r>
      <w:r w:rsidR="00711BD9">
        <w:rPr>
          <w:bCs/>
          <w:lang w:val="et-EE"/>
        </w:rPr>
        <w:t>12.11.2025 kirja</w:t>
      </w:r>
      <w:r w:rsidR="00465CF0">
        <w:rPr>
          <w:bCs/>
          <w:lang w:val="et-EE"/>
        </w:rPr>
        <w:t>s</w:t>
      </w:r>
      <w:r w:rsidR="006A396C">
        <w:rPr>
          <w:bCs/>
          <w:lang w:val="et-EE"/>
        </w:rPr>
        <w:t xml:space="preserve"> esitatud</w:t>
      </w:r>
      <w:r w:rsidR="009643C8" w:rsidRPr="001B2941">
        <w:rPr>
          <w:lang w:val="et-EE"/>
        </w:rPr>
        <w:t xml:space="preserve"> formaaljuriidilis</w:t>
      </w:r>
      <w:r w:rsidR="006A396C">
        <w:rPr>
          <w:lang w:val="et-EE"/>
        </w:rPr>
        <w:t>e käsitluse eest</w:t>
      </w:r>
      <w:r w:rsidR="009643C8" w:rsidRPr="001B2941">
        <w:rPr>
          <w:lang w:val="et-EE"/>
        </w:rPr>
        <w:t>, mi</w:t>
      </w:r>
      <w:r w:rsidR="006A396C">
        <w:rPr>
          <w:lang w:val="et-EE"/>
        </w:rPr>
        <w:t>s selgitab</w:t>
      </w:r>
      <w:r w:rsidR="00465CF0">
        <w:rPr>
          <w:lang w:val="et-EE"/>
        </w:rPr>
        <w:t xml:space="preserve"> Konkurentsiameti ja monopolide vähe</w:t>
      </w:r>
      <w:r w:rsidR="006A396C">
        <w:rPr>
          <w:lang w:val="et-EE"/>
        </w:rPr>
        <w:t>st</w:t>
      </w:r>
      <w:r w:rsidR="00465CF0">
        <w:rPr>
          <w:lang w:val="et-EE"/>
        </w:rPr>
        <w:t xml:space="preserve"> koostöö</w:t>
      </w:r>
      <w:r w:rsidR="006A396C">
        <w:rPr>
          <w:lang w:val="et-EE"/>
        </w:rPr>
        <w:t>tahet</w:t>
      </w:r>
      <w:r w:rsidR="00DC4263">
        <w:rPr>
          <w:lang w:val="et-EE"/>
        </w:rPr>
        <w:t xml:space="preserve"> tarbijatega</w:t>
      </w:r>
      <w:r w:rsidR="00465CF0">
        <w:rPr>
          <w:lang w:val="et-EE"/>
        </w:rPr>
        <w:t>.</w:t>
      </w:r>
      <w:r w:rsidR="006A396C">
        <w:rPr>
          <w:lang w:val="et-EE"/>
        </w:rPr>
        <w:t xml:space="preserve"> </w:t>
      </w:r>
      <w:r w:rsidR="00ED5733">
        <w:rPr>
          <w:lang w:val="et-EE"/>
        </w:rPr>
        <w:t>EOKL</w:t>
      </w:r>
      <w:r w:rsidR="006A396C" w:rsidRPr="00A86F0B">
        <w:rPr>
          <w:lang w:val="et-EE"/>
        </w:rPr>
        <w:t xml:space="preserve"> ei saa siiski mööda vaadata sellest, et</w:t>
      </w:r>
      <w:r w:rsidR="00DC4263">
        <w:rPr>
          <w:lang w:val="et-EE"/>
        </w:rPr>
        <w:t xml:space="preserve"> </w:t>
      </w:r>
      <w:proofErr w:type="spellStart"/>
      <w:r w:rsidR="00DC4263">
        <w:rPr>
          <w:lang w:val="et-EE"/>
        </w:rPr>
        <w:t>JUM-il</w:t>
      </w:r>
      <w:proofErr w:type="spellEnd"/>
      <w:r w:rsidR="00DC4263">
        <w:rPr>
          <w:lang w:val="et-EE"/>
        </w:rPr>
        <w:t xml:space="preserve"> ja</w:t>
      </w:r>
      <w:r w:rsidR="006A396C" w:rsidRPr="00A86F0B">
        <w:rPr>
          <w:lang w:val="et-EE"/>
        </w:rPr>
        <w:t xml:space="preserve"> </w:t>
      </w:r>
      <w:r w:rsidR="006A396C" w:rsidRPr="00A86F0B">
        <w:rPr>
          <w:lang w:val="et-EE"/>
        </w:rPr>
        <w:t>K</w:t>
      </w:r>
      <w:r w:rsidR="006A396C" w:rsidRPr="00A86F0B">
        <w:rPr>
          <w:lang w:val="et-EE"/>
        </w:rPr>
        <w:t>onkurentsiametil on otsene kohustus</w:t>
      </w:r>
      <w:r w:rsidR="006A396C" w:rsidRPr="00A86F0B">
        <w:rPr>
          <w:lang w:val="et-EE"/>
        </w:rPr>
        <w:t xml:space="preserve"> seista</w:t>
      </w:r>
      <w:r w:rsidR="006A396C" w:rsidRPr="00A86F0B">
        <w:rPr>
          <w:lang w:val="et-EE"/>
        </w:rPr>
        <w:t xml:space="preserve"> tarbijate  seaduslike huvide eest</w:t>
      </w:r>
      <w:r w:rsidR="00A86F0B" w:rsidRPr="00A86F0B">
        <w:rPr>
          <w:lang w:val="et-EE"/>
        </w:rPr>
        <w:t xml:space="preserve">, </w:t>
      </w:r>
      <w:r w:rsidR="00DC4263">
        <w:rPr>
          <w:lang w:val="et-EE"/>
        </w:rPr>
        <w:t xml:space="preserve">mistõttu </w:t>
      </w:r>
      <w:r w:rsidR="00DA4904">
        <w:rPr>
          <w:b/>
          <w:bCs/>
          <w:lang w:val="et-EE"/>
        </w:rPr>
        <w:t>kutsun</w:t>
      </w:r>
      <w:r w:rsidR="00DC4263" w:rsidRPr="00DA4904">
        <w:rPr>
          <w:b/>
          <w:bCs/>
          <w:lang w:val="et-EE"/>
        </w:rPr>
        <w:t xml:space="preserve"> Tei</w:t>
      </w:r>
      <w:r w:rsidR="00DA4904">
        <w:rPr>
          <w:b/>
          <w:bCs/>
          <w:lang w:val="et-EE"/>
        </w:rPr>
        <w:t>d</w:t>
      </w:r>
      <w:r w:rsidR="006A396C" w:rsidRPr="00DA4904">
        <w:rPr>
          <w:b/>
          <w:bCs/>
          <w:lang w:val="et-EE"/>
        </w:rPr>
        <w:t xml:space="preserve"> esi</w:t>
      </w:r>
      <w:r w:rsidR="00DC4263" w:rsidRPr="00DA4904">
        <w:rPr>
          <w:b/>
          <w:bCs/>
          <w:lang w:val="et-EE"/>
        </w:rPr>
        <w:t>ne</w:t>
      </w:r>
      <w:r w:rsidR="00DA4904">
        <w:rPr>
          <w:b/>
          <w:bCs/>
          <w:lang w:val="et-EE"/>
        </w:rPr>
        <w:t>ma</w:t>
      </w:r>
      <w:r w:rsidR="00DC4263" w:rsidRPr="00DA4904">
        <w:rPr>
          <w:b/>
          <w:bCs/>
          <w:lang w:val="et-EE"/>
        </w:rPr>
        <w:t xml:space="preserve"> 13.01.2026 toimuval</w:t>
      </w:r>
      <w:r w:rsidR="00723E37">
        <w:rPr>
          <w:b/>
          <w:bCs/>
          <w:lang w:val="et-EE"/>
        </w:rPr>
        <w:t>e</w:t>
      </w:r>
      <w:r w:rsidR="006A396C" w:rsidRPr="00DA4904">
        <w:rPr>
          <w:b/>
          <w:bCs/>
          <w:lang w:val="et-EE"/>
        </w:rPr>
        <w:t xml:space="preserve"> EOKL</w:t>
      </w:r>
      <w:r w:rsidR="00DC4263" w:rsidRPr="00DA4904">
        <w:rPr>
          <w:b/>
          <w:bCs/>
          <w:lang w:val="et-EE"/>
        </w:rPr>
        <w:t xml:space="preserve"> volikogul</w:t>
      </w:r>
      <w:r w:rsidR="00723E37">
        <w:rPr>
          <w:b/>
          <w:bCs/>
          <w:lang w:val="et-EE"/>
        </w:rPr>
        <w:t>e</w:t>
      </w:r>
      <w:r w:rsidR="00DC4263" w:rsidRPr="00DA4904">
        <w:rPr>
          <w:b/>
          <w:bCs/>
          <w:lang w:val="et-EE"/>
        </w:rPr>
        <w:t>. Olen tänulik, kui selgitate</w:t>
      </w:r>
      <w:r w:rsidR="000B4925">
        <w:rPr>
          <w:b/>
          <w:bCs/>
          <w:lang w:val="et-EE"/>
        </w:rPr>
        <w:t xml:space="preserve"> seal</w:t>
      </w:r>
      <w:r w:rsidR="00DC4263" w:rsidRPr="00DA4904">
        <w:rPr>
          <w:b/>
          <w:bCs/>
          <w:lang w:val="et-EE"/>
        </w:rPr>
        <w:t>, milliseid võimalus</w:t>
      </w:r>
      <w:r w:rsidR="000B4925">
        <w:rPr>
          <w:b/>
          <w:bCs/>
          <w:lang w:val="et-EE"/>
        </w:rPr>
        <w:t>ed</w:t>
      </w:r>
      <w:r w:rsidR="00DC4263" w:rsidRPr="00DA4904">
        <w:rPr>
          <w:b/>
          <w:bCs/>
          <w:lang w:val="et-EE"/>
        </w:rPr>
        <w:t xml:space="preserve"> </w:t>
      </w:r>
      <w:r w:rsidR="000B4925">
        <w:rPr>
          <w:b/>
          <w:bCs/>
          <w:lang w:val="et-EE"/>
        </w:rPr>
        <w:t>on</w:t>
      </w:r>
      <w:r w:rsidR="00E306CF" w:rsidRPr="00DA4904">
        <w:rPr>
          <w:b/>
          <w:bCs/>
          <w:lang w:val="et-EE"/>
        </w:rPr>
        <w:t xml:space="preserve"> tarbija</w:t>
      </w:r>
      <w:r w:rsidR="00DC4263" w:rsidRPr="00DA4904">
        <w:rPr>
          <w:b/>
          <w:bCs/>
          <w:lang w:val="et-EE"/>
        </w:rPr>
        <w:t>l</w:t>
      </w:r>
      <w:r w:rsidR="000B4925">
        <w:rPr>
          <w:b/>
          <w:bCs/>
          <w:lang w:val="et-EE"/>
        </w:rPr>
        <w:t xml:space="preserve"> enda</w:t>
      </w:r>
      <w:r w:rsidR="00E306CF" w:rsidRPr="00DA4904">
        <w:rPr>
          <w:b/>
          <w:bCs/>
          <w:lang w:val="et-EE"/>
        </w:rPr>
        <w:t xml:space="preserve"> õiguste kaits</w:t>
      </w:r>
      <w:r w:rsidR="00DC4263" w:rsidRPr="00DA4904">
        <w:rPr>
          <w:b/>
          <w:bCs/>
          <w:lang w:val="et-EE"/>
        </w:rPr>
        <w:t>misel, kui</w:t>
      </w:r>
      <w:r w:rsidR="000B4925">
        <w:rPr>
          <w:b/>
          <w:bCs/>
          <w:lang w:val="et-EE"/>
        </w:rPr>
        <w:t xml:space="preserve"> seda, mis on</w:t>
      </w:r>
      <w:r w:rsidR="00DC4263" w:rsidRPr="00DA4904">
        <w:rPr>
          <w:b/>
          <w:bCs/>
          <w:lang w:val="et-EE"/>
        </w:rPr>
        <w:t xml:space="preserve"> ärisaladus</w:t>
      </w:r>
      <w:r w:rsidR="00DA4904" w:rsidRPr="00DA4904">
        <w:rPr>
          <w:b/>
          <w:bCs/>
          <w:lang w:val="et-EE"/>
        </w:rPr>
        <w:t>, otsustab monopol, mitte Konkurentsiamet</w:t>
      </w:r>
      <w:r w:rsidR="00A86F0B" w:rsidRPr="00DA4904">
        <w:rPr>
          <w:rStyle w:val="FootnoteReference"/>
          <w:b/>
          <w:bCs/>
          <w:lang w:val="et-EE"/>
        </w:rPr>
        <w:footnoteReference w:id="1"/>
      </w:r>
      <w:r w:rsidR="00A86F0B" w:rsidRPr="00DA4904">
        <w:rPr>
          <w:b/>
          <w:bCs/>
          <w:lang w:val="et-EE"/>
        </w:rPr>
        <w:t>?</w:t>
      </w:r>
      <w:r w:rsidR="00B91207">
        <w:rPr>
          <w:lang w:val="et-EE"/>
        </w:rPr>
        <w:t xml:space="preserve"> Volikogu</w:t>
      </w:r>
      <w:r w:rsidR="003049C7">
        <w:rPr>
          <w:lang w:val="et-EE"/>
        </w:rPr>
        <w:t xml:space="preserve"> koosoleku</w:t>
      </w:r>
      <w:r w:rsidR="00B91207">
        <w:rPr>
          <w:lang w:val="et-EE"/>
        </w:rPr>
        <w:t xml:space="preserve"> toimumiskoh</w:t>
      </w:r>
      <w:r w:rsidR="003049C7">
        <w:rPr>
          <w:lang w:val="et-EE"/>
        </w:rPr>
        <w:t>aks</w:t>
      </w:r>
      <w:r w:rsidR="00B91207">
        <w:rPr>
          <w:lang w:val="et-EE"/>
        </w:rPr>
        <w:t xml:space="preserve"> on</w:t>
      </w:r>
      <w:r w:rsidR="003049C7" w:rsidRPr="003049C7">
        <w:t xml:space="preserve"> </w:t>
      </w:r>
      <w:r w:rsidR="003049C7" w:rsidRPr="003049C7">
        <w:rPr>
          <w:lang w:val="et-EE"/>
        </w:rPr>
        <w:t>Tallinna Tehnikakõrgkool</w:t>
      </w:r>
      <w:r w:rsidR="003049C7">
        <w:rPr>
          <w:lang w:val="et-EE"/>
        </w:rPr>
        <w:t>i nõukogu saal (Pärnu mnt 62, II korrus) ja selle</w:t>
      </w:r>
      <w:r w:rsidR="00B91207">
        <w:rPr>
          <w:lang w:val="et-EE"/>
        </w:rPr>
        <w:t xml:space="preserve"> algusa</w:t>
      </w:r>
      <w:r w:rsidR="003049C7">
        <w:rPr>
          <w:lang w:val="et-EE"/>
        </w:rPr>
        <w:t>jaks</w:t>
      </w:r>
      <w:r w:rsidR="00B91207">
        <w:rPr>
          <w:lang w:val="et-EE"/>
        </w:rPr>
        <w:t xml:space="preserve"> on 16.</w:t>
      </w:r>
      <w:r w:rsidR="003049C7">
        <w:rPr>
          <w:lang w:val="et-EE"/>
        </w:rPr>
        <w:t>00.</w:t>
      </w:r>
    </w:p>
    <w:p w14:paraId="695427D4" w14:textId="79C99E69" w:rsidR="001B2941" w:rsidRDefault="00DA4904" w:rsidP="00DA4904">
      <w:pPr>
        <w:spacing w:after="120" w:line="360" w:lineRule="auto"/>
        <w:jc w:val="both"/>
        <w:rPr>
          <w:lang w:val="et-EE"/>
        </w:rPr>
      </w:pPr>
      <w:r>
        <w:rPr>
          <w:lang w:val="et-EE"/>
        </w:rPr>
        <w:t>Loodan siiralt, et võtate minu kutse vastu või leiate võimaluse saata ministeeriumi esindama vastava valdkonna asjatundja.</w:t>
      </w:r>
      <w:r w:rsidR="00ED5733">
        <w:rPr>
          <w:lang w:val="et-EE"/>
        </w:rPr>
        <w:t xml:space="preserve"> Tahan ka loota, et</w:t>
      </w:r>
      <w:r w:rsidR="00A86F0B" w:rsidRPr="00A86F0B">
        <w:rPr>
          <w:lang w:val="et-EE"/>
        </w:rPr>
        <w:t xml:space="preserve"> </w:t>
      </w:r>
      <w:r w:rsidR="00ED5733">
        <w:rPr>
          <w:lang w:val="et-EE"/>
        </w:rPr>
        <w:t>o</w:t>
      </w:r>
      <w:r w:rsidR="00A86F0B" w:rsidRPr="00A86F0B">
        <w:rPr>
          <w:lang w:val="et-EE"/>
        </w:rPr>
        <w:t>le</w:t>
      </w:r>
      <w:r w:rsidR="00DD2153">
        <w:rPr>
          <w:lang w:val="et-EE"/>
        </w:rPr>
        <w:t>me</w:t>
      </w:r>
      <w:r w:rsidR="00ED5733">
        <w:rPr>
          <w:lang w:val="et-EE"/>
        </w:rPr>
        <w:t xml:space="preserve"> ühisel meelel selles</w:t>
      </w:r>
      <w:r w:rsidR="00A86F0B" w:rsidRPr="00A86F0B">
        <w:rPr>
          <w:lang w:val="et-EE"/>
        </w:rPr>
        <w:t>, et</w:t>
      </w:r>
      <w:r w:rsidR="00ED5733">
        <w:rPr>
          <w:lang w:val="et-EE"/>
        </w:rPr>
        <w:t xml:space="preserve"> tarbija huvides ei ole senise olukorra jätkumine, kus</w:t>
      </w:r>
      <w:r w:rsidR="00ED5733">
        <w:rPr>
          <w:lang w:val="et-EE"/>
        </w:rPr>
        <w:t xml:space="preserve"> monopolid </w:t>
      </w:r>
      <w:r w:rsidR="00ED5733">
        <w:rPr>
          <w:lang w:val="et-EE"/>
        </w:rPr>
        <w:t>otsustavad ainuisikuliselt ja oma</w:t>
      </w:r>
      <w:r w:rsidR="00ED5733">
        <w:rPr>
          <w:lang w:val="et-EE"/>
        </w:rPr>
        <w:t xml:space="preserve"> suva järgi, mis on ärisaladus </w:t>
      </w:r>
      <w:r w:rsidR="00ED5733">
        <w:rPr>
          <w:lang w:val="et-EE"/>
        </w:rPr>
        <w:t>ja  mis mitte</w:t>
      </w:r>
      <w:r w:rsidR="00E34874">
        <w:rPr>
          <w:lang w:val="et-EE"/>
        </w:rPr>
        <w:t xml:space="preserve">. Samuti selles, miks on tarbija informeerimine oluline tarbija rahakoti-, </w:t>
      </w:r>
      <w:r w:rsidR="000B4925">
        <w:rPr>
          <w:lang w:val="et-EE"/>
        </w:rPr>
        <w:t>aga ka</w:t>
      </w:r>
      <w:r w:rsidR="00E34874">
        <w:rPr>
          <w:lang w:val="et-EE"/>
        </w:rPr>
        <w:t xml:space="preserve"> riikliku järelevalve usalduse vaatest. </w:t>
      </w:r>
      <w:r w:rsidR="000B4925">
        <w:rPr>
          <w:lang w:val="et-EE"/>
        </w:rPr>
        <w:t>Kui see nii on, siis leiame kindlasti 13.01.2026 toimuval EOKL volikogul tarbijate informeerimisprobleemile sellise lahenduse, mis ei kahjusta ühegi monopoli äritegevust.</w:t>
      </w:r>
    </w:p>
    <w:p w14:paraId="50985218" w14:textId="77777777" w:rsidR="00A86F0B" w:rsidRDefault="00A86F0B" w:rsidP="009063CD">
      <w:pPr>
        <w:spacing w:line="360" w:lineRule="auto"/>
        <w:jc w:val="both"/>
        <w:rPr>
          <w:lang w:val="et-EE"/>
        </w:rPr>
      </w:pPr>
    </w:p>
    <w:p w14:paraId="237F963D" w14:textId="069D0368" w:rsidR="006C71FD" w:rsidRPr="00484869" w:rsidRDefault="006C71FD" w:rsidP="009063CD">
      <w:pPr>
        <w:spacing w:line="360" w:lineRule="auto"/>
        <w:jc w:val="both"/>
        <w:rPr>
          <w:lang w:val="et-EE"/>
        </w:rPr>
      </w:pPr>
      <w:r w:rsidRPr="00484869">
        <w:rPr>
          <w:lang w:val="et-EE"/>
        </w:rPr>
        <w:t>Lugupidamisega,</w:t>
      </w:r>
    </w:p>
    <w:p w14:paraId="2B001EDB" w14:textId="39946A35" w:rsidR="006C71FD" w:rsidRPr="00484869" w:rsidRDefault="00D87F6A" w:rsidP="009063CD">
      <w:pPr>
        <w:spacing w:line="360" w:lineRule="auto"/>
        <w:jc w:val="both"/>
        <w:rPr>
          <w:lang w:val="et-EE"/>
        </w:rPr>
      </w:pPr>
      <w:r w:rsidRPr="00484869">
        <w:rPr>
          <w:lang w:val="et-EE"/>
        </w:rPr>
        <w:t>Andry Krass</w:t>
      </w:r>
    </w:p>
    <w:p w14:paraId="44567D20" w14:textId="5015AAAA" w:rsidR="00D946C8" w:rsidRDefault="006C71FD" w:rsidP="009063CD">
      <w:pPr>
        <w:spacing w:line="360" w:lineRule="auto"/>
        <w:jc w:val="both"/>
        <w:rPr>
          <w:lang w:val="et-EE"/>
        </w:rPr>
      </w:pPr>
      <w:r w:rsidRPr="00484869">
        <w:rPr>
          <w:lang w:val="et-EE"/>
        </w:rPr>
        <w:t>Juhatuse esimees</w:t>
      </w:r>
    </w:p>
    <w:p w14:paraId="6E60D7F1" w14:textId="77777777" w:rsidR="00723E37" w:rsidRDefault="00723E37" w:rsidP="009063CD">
      <w:pPr>
        <w:spacing w:line="360" w:lineRule="auto"/>
        <w:jc w:val="both"/>
        <w:rPr>
          <w:lang w:val="et-EE"/>
        </w:rPr>
      </w:pPr>
    </w:p>
    <w:p w14:paraId="4612A0DF" w14:textId="4C294BA3" w:rsidR="00723E37" w:rsidRPr="00484869" w:rsidRDefault="00723E37" w:rsidP="009063CD">
      <w:pPr>
        <w:spacing w:line="360" w:lineRule="auto"/>
        <w:jc w:val="both"/>
        <w:rPr>
          <w:lang w:val="et-EE"/>
        </w:rPr>
      </w:pPr>
      <w:r>
        <w:rPr>
          <w:lang w:val="et-EE"/>
        </w:rPr>
        <w:t>Lisatud: Konkurentsiameti kodulehel avaldatud seisukoht hinnaläbipaistvuse kohta.</w:t>
      </w:r>
    </w:p>
    <w:sectPr w:rsidR="00723E37" w:rsidRPr="00484869" w:rsidSect="00BE59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7" w:right="1417" w:bottom="1417" w:left="1417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CC7F8" w14:textId="77777777" w:rsidR="008E24EF" w:rsidRDefault="008E24EF">
      <w:r>
        <w:separator/>
      </w:r>
    </w:p>
  </w:endnote>
  <w:endnote w:type="continuationSeparator" w:id="0">
    <w:p w14:paraId="17ABFB9A" w14:textId="77777777" w:rsidR="008E24EF" w:rsidRDefault="008E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26D4" w14:textId="77777777" w:rsidR="00F53B02" w:rsidRDefault="00F53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FA3E" w14:textId="5DD0072C" w:rsidR="00F53B02" w:rsidRPr="007453B2" w:rsidRDefault="00F90D44" w:rsidP="007453B2">
    <w:pPr>
      <w:pStyle w:val="ParagraphStyle1"/>
      <w:spacing w:before="113" w:line="240" w:lineRule="auto"/>
      <w:jc w:val="center"/>
      <w:rPr>
        <w:rFonts w:ascii="Arial" w:hAnsi="Arial" w:cs="Arial"/>
        <w:b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Kadaka tee 4</w:t>
    </w:r>
    <w:r w:rsidR="00F53B02">
      <w:rPr>
        <w:rFonts w:ascii="Arial" w:hAnsi="Arial" w:cs="Arial"/>
        <w:noProof/>
        <w:sz w:val="16"/>
        <w:szCs w:val="16"/>
      </w:rPr>
      <w:t xml:space="preserve"> Tallinn 10143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>
      <w:rPr>
        <w:rFonts w:ascii="Arial" w:hAnsi="Arial" w:cs="Arial"/>
        <w:noProof/>
        <w:sz w:val="16"/>
        <w:szCs w:val="16"/>
      </w:rPr>
      <w:t xml:space="preserve">   tel: +372 642 7020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e-post: omanikud@omanikud.ee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b/>
        <w:noProof/>
        <w:sz w:val="16"/>
        <w:szCs w:val="16"/>
      </w:rPr>
      <w:t>www.omanikud.ee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4F11" w14:textId="77777777" w:rsidR="00F53B02" w:rsidRDefault="00F53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E963D" w14:textId="77777777" w:rsidR="008E24EF" w:rsidRDefault="008E24EF">
      <w:r>
        <w:separator/>
      </w:r>
    </w:p>
  </w:footnote>
  <w:footnote w:type="continuationSeparator" w:id="0">
    <w:p w14:paraId="549F71D9" w14:textId="77777777" w:rsidR="008E24EF" w:rsidRDefault="008E24EF">
      <w:r>
        <w:continuationSeparator/>
      </w:r>
    </w:p>
  </w:footnote>
  <w:footnote w:id="1">
    <w:p w14:paraId="475A8A90" w14:textId="77777777" w:rsidR="00A86F0B" w:rsidRPr="00E306CF" w:rsidRDefault="00A86F0B" w:rsidP="00A86F0B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 xml:space="preserve">Vt Konkurentsiameti juhend „ </w:t>
      </w:r>
      <w:r w:rsidRPr="00E306CF">
        <w:rPr>
          <w:lang w:val="et-EE"/>
        </w:rPr>
        <w:t>Soojuse piirhinna komponentidest</w:t>
      </w:r>
      <w:r>
        <w:rPr>
          <w:lang w:val="et-EE"/>
        </w:rPr>
        <w:t>“ lk 1, lõik 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55C82" w14:textId="77777777" w:rsidR="00F53B02" w:rsidRDefault="00F53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6502" w14:textId="46ED5965" w:rsidR="00F53B02" w:rsidRDefault="00F53B02" w:rsidP="00292D6C">
    <w:pPr>
      <w:pStyle w:val="Header"/>
      <w:tabs>
        <w:tab w:val="clear" w:pos="4153"/>
        <w:tab w:val="clear" w:pos="8306"/>
        <w:tab w:val="left" w:pos="2010"/>
      </w:tabs>
    </w:pPr>
    <w:r>
      <w:rPr>
        <w:noProof/>
        <w:lang w:val="et-EE" w:eastAsia="et-EE"/>
      </w:rPr>
      <w:drawing>
        <wp:anchor distT="0" distB="0" distL="114300" distR="114300" simplePos="0" relativeHeight="251657728" behindDoc="1" locked="0" layoutInCell="1" allowOverlap="1" wp14:anchorId="5E01BE1E" wp14:editId="6C05C115">
          <wp:simplePos x="0" y="0"/>
          <wp:positionH relativeFrom="margin">
            <wp:align>center</wp:align>
          </wp:positionH>
          <wp:positionV relativeFrom="paragraph">
            <wp:posOffset>-21590</wp:posOffset>
          </wp:positionV>
          <wp:extent cx="6756400" cy="9829800"/>
          <wp:effectExtent l="0" t="0" r="6350" b="0"/>
          <wp:wrapNone/>
          <wp:docPr id="2" name="Pilt 2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D6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0DDE" w14:textId="77777777" w:rsidR="00F53B02" w:rsidRDefault="00F53B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6003"/>
    <w:multiLevelType w:val="hybridMultilevel"/>
    <w:tmpl w:val="1B90CC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745935"/>
    <w:multiLevelType w:val="hybridMultilevel"/>
    <w:tmpl w:val="6E485FAA"/>
    <w:lvl w:ilvl="0" w:tplc="178E2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0834"/>
    <w:multiLevelType w:val="hybridMultilevel"/>
    <w:tmpl w:val="8922477A"/>
    <w:lvl w:ilvl="0" w:tplc="A5D2D3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F6BE5"/>
    <w:multiLevelType w:val="hybridMultilevel"/>
    <w:tmpl w:val="AAFCF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13B68"/>
    <w:multiLevelType w:val="hybridMultilevel"/>
    <w:tmpl w:val="15049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30B62"/>
    <w:multiLevelType w:val="hybridMultilevel"/>
    <w:tmpl w:val="47806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B3117"/>
    <w:multiLevelType w:val="hybridMultilevel"/>
    <w:tmpl w:val="11FC74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50FB0"/>
    <w:multiLevelType w:val="hybridMultilevel"/>
    <w:tmpl w:val="01067F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41EA2"/>
    <w:multiLevelType w:val="hybridMultilevel"/>
    <w:tmpl w:val="D0CCA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F6F7A"/>
    <w:multiLevelType w:val="hybridMultilevel"/>
    <w:tmpl w:val="8D2C6B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174C8"/>
    <w:multiLevelType w:val="hybridMultilevel"/>
    <w:tmpl w:val="09789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B68D6"/>
    <w:multiLevelType w:val="hybridMultilevel"/>
    <w:tmpl w:val="D6F2B726"/>
    <w:lvl w:ilvl="0" w:tplc="FEF6C09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57793"/>
    <w:multiLevelType w:val="hybridMultilevel"/>
    <w:tmpl w:val="D83024A2"/>
    <w:lvl w:ilvl="0" w:tplc="AF444E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73661"/>
    <w:multiLevelType w:val="hybridMultilevel"/>
    <w:tmpl w:val="1A905C04"/>
    <w:lvl w:ilvl="0" w:tplc="7988F19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B67FD"/>
    <w:multiLevelType w:val="hybridMultilevel"/>
    <w:tmpl w:val="30F69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E61F6"/>
    <w:multiLevelType w:val="hybridMultilevel"/>
    <w:tmpl w:val="CD42FFFA"/>
    <w:lvl w:ilvl="0" w:tplc="53BA652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3617A"/>
    <w:multiLevelType w:val="hybridMultilevel"/>
    <w:tmpl w:val="1D605C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65199">
    <w:abstractNumId w:val="10"/>
  </w:num>
  <w:num w:numId="2" w16cid:durableId="1900744646">
    <w:abstractNumId w:val="9"/>
  </w:num>
  <w:num w:numId="3" w16cid:durableId="1178613484">
    <w:abstractNumId w:val="15"/>
  </w:num>
  <w:num w:numId="4" w16cid:durableId="1138914261">
    <w:abstractNumId w:val="1"/>
  </w:num>
  <w:num w:numId="5" w16cid:durableId="1088035894">
    <w:abstractNumId w:val="13"/>
  </w:num>
  <w:num w:numId="6" w16cid:durableId="1536771362">
    <w:abstractNumId w:val="12"/>
  </w:num>
  <w:num w:numId="7" w16cid:durableId="141850785">
    <w:abstractNumId w:val="4"/>
  </w:num>
  <w:num w:numId="8" w16cid:durableId="695621843">
    <w:abstractNumId w:val="3"/>
  </w:num>
  <w:num w:numId="9" w16cid:durableId="142241655">
    <w:abstractNumId w:val="7"/>
  </w:num>
  <w:num w:numId="10" w16cid:durableId="1788889415">
    <w:abstractNumId w:val="2"/>
  </w:num>
  <w:num w:numId="11" w16cid:durableId="604850432">
    <w:abstractNumId w:val="14"/>
  </w:num>
  <w:num w:numId="12" w16cid:durableId="215434026">
    <w:abstractNumId w:val="11"/>
  </w:num>
  <w:num w:numId="13" w16cid:durableId="865294405">
    <w:abstractNumId w:val="5"/>
  </w:num>
  <w:num w:numId="14" w16cid:durableId="726760546">
    <w:abstractNumId w:val="16"/>
  </w:num>
  <w:num w:numId="15" w16cid:durableId="217131717">
    <w:abstractNumId w:val="0"/>
  </w:num>
  <w:num w:numId="16" w16cid:durableId="386489011">
    <w:abstractNumId w:val="8"/>
  </w:num>
  <w:num w:numId="17" w16cid:durableId="2740189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44"/>
    <w:rsid w:val="00000139"/>
    <w:rsid w:val="000005D4"/>
    <w:rsid w:val="00000CB8"/>
    <w:rsid w:val="000016D2"/>
    <w:rsid w:val="00001E9E"/>
    <w:rsid w:val="00002001"/>
    <w:rsid w:val="00002ECC"/>
    <w:rsid w:val="000038DB"/>
    <w:rsid w:val="00003DC5"/>
    <w:rsid w:val="00004216"/>
    <w:rsid w:val="000048D4"/>
    <w:rsid w:val="00004A38"/>
    <w:rsid w:val="00005613"/>
    <w:rsid w:val="000068D6"/>
    <w:rsid w:val="00007595"/>
    <w:rsid w:val="00010113"/>
    <w:rsid w:val="0001058C"/>
    <w:rsid w:val="00011408"/>
    <w:rsid w:val="00012170"/>
    <w:rsid w:val="00012284"/>
    <w:rsid w:val="00012E50"/>
    <w:rsid w:val="000131BB"/>
    <w:rsid w:val="00015055"/>
    <w:rsid w:val="000168C1"/>
    <w:rsid w:val="000174EB"/>
    <w:rsid w:val="00017D20"/>
    <w:rsid w:val="0002114A"/>
    <w:rsid w:val="000224D3"/>
    <w:rsid w:val="00022A16"/>
    <w:rsid w:val="00023167"/>
    <w:rsid w:val="00023787"/>
    <w:rsid w:val="00023F47"/>
    <w:rsid w:val="000249CB"/>
    <w:rsid w:val="00024A58"/>
    <w:rsid w:val="00024E81"/>
    <w:rsid w:val="0002528E"/>
    <w:rsid w:val="000259DE"/>
    <w:rsid w:val="00025B84"/>
    <w:rsid w:val="00026B02"/>
    <w:rsid w:val="00026DD0"/>
    <w:rsid w:val="00027700"/>
    <w:rsid w:val="0003070F"/>
    <w:rsid w:val="0003074B"/>
    <w:rsid w:val="00030B74"/>
    <w:rsid w:val="00030CA3"/>
    <w:rsid w:val="0003139B"/>
    <w:rsid w:val="000319AE"/>
    <w:rsid w:val="00031F15"/>
    <w:rsid w:val="000330F6"/>
    <w:rsid w:val="0003479A"/>
    <w:rsid w:val="000349C3"/>
    <w:rsid w:val="00037FFD"/>
    <w:rsid w:val="000408FA"/>
    <w:rsid w:val="00041427"/>
    <w:rsid w:val="00043FE7"/>
    <w:rsid w:val="00044A34"/>
    <w:rsid w:val="00044C02"/>
    <w:rsid w:val="00044E8B"/>
    <w:rsid w:val="000450F0"/>
    <w:rsid w:val="000452B8"/>
    <w:rsid w:val="000464D1"/>
    <w:rsid w:val="000467F8"/>
    <w:rsid w:val="00051031"/>
    <w:rsid w:val="000526DD"/>
    <w:rsid w:val="0005299B"/>
    <w:rsid w:val="00053827"/>
    <w:rsid w:val="0005471C"/>
    <w:rsid w:val="00056325"/>
    <w:rsid w:val="000574C0"/>
    <w:rsid w:val="00057B10"/>
    <w:rsid w:val="00057BD9"/>
    <w:rsid w:val="00060DAC"/>
    <w:rsid w:val="00061288"/>
    <w:rsid w:val="00062C6B"/>
    <w:rsid w:val="000632B2"/>
    <w:rsid w:val="00064271"/>
    <w:rsid w:val="00064371"/>
    <w:rsid w:val="0006642E"/>
    <w:rsid w:val="000678B3"/>
    <w:rsid w:val="00070845"/>
    <w:rsid w:val="00070D14"/>
    <w:rsid w:val="00070EE7"/>
    <w:rsid w:val="000711DE"/>
    <w:rsid w:val="00071733"/>
    <w:rsid w:val="00071F6E"/>
    <w:rsid w:val="00073275"/>
    <w:rsid w:val="00073353"/>
    <w:rsid w:val="0007361D"/>
    <w:rsid w:val="00075DB7"/>
    <w:rsid w:val="000760FF"/>
    <w:rsid w:val="000762F8"/>
    <w:rsid w:val="000767A2"/>
    <w:rsid w:val="00076969"/>
    <w:rsid w:val="00077F01"/>
    <w:rsid w:val="00080FE7"/>
    <w:rsid w:val="000810E4"/>
    <w:rsid w:val="0008116F"/>
    <w:rsid w:val="00081201"/>
    <w:rsid w:val="000816A7"/>
    <w:rsid w:val="000816F6"/>
    <w:rsid w:val="00082C59"/>
    <w:rsid w:val="0008318A"/>
    <w:rsid w:val="00084659"/>
    <w:rsid w:val="000861A8"/>
    <w:rsid w:val="00086C93"/>
    <w:rsid w:val="00087751"/>
    <w:rsid w:val="0008784A"/>
    <w:rsid w:val="000901D8"/>
    <w:rsid w:val="00091B52"/>
    <w:rsid w:val="00092E76"/>
    <w:rsid w:val="000930A7"/>
    <w:rsid w:val="000957DA"/>
    <w:rsid w:val="00095EBB"/>
    <w:rsid w:val="000966A8"/>
    <w:rsid w:val="00096A91"/>
    <w:rsid w:val="000A001B"/>
    <w:rsid w:val="000A0395"/>
    <w:rsid w:val="000A2062"/>
    <w:rsid w:val="000A2651"/>
    <w:rsid w:val="000A2B0F"/>
    <w:rsid w:val="000A47B8"/>
    <w:rsid w:val="000A5BF0"/>
    <w:rsid w:val="000A5F94"/>
    <w:rsid w:val="000A6346"/>
    <w:rsid w:val="000A636F"/>
    <w:rsid w:val="000A65C2"/>
    <w:rsid w:val="000A6C9D"/>
    <w:rsid w:val="000B06DE"/>
    <w:rsid w:val="000B0BDB"/>
    <w:rsid w:val="000B1418"/>
    <w:rsid w:val="000B34F6"/>
    <w:rsid w:val="000B42C0"/>
    <w:rsid w:val="000B430D"/>
    <w:rsid w:val="000B44BA"/>
    <w:rsid w:val="000B4925"/>
    <w:rsid w:val="000B5273"/>
    <w:rsid w:val="000B5AE6"/>
    <w:rsid w:val="000B5D8D"/>
    <w:rsid w:val="000B6317"/>
    <w:rsid w:val="000B635D"/>
    <w:rsid w:val="000B636B"/>
    <w:rsid w:val="000B6F68"/>
    <w:rsid w:val="000C2F95"/>
    <w:rsid w:val="000C3DE4"/>
    <w:rsid w:val="000C42C8"/>
    <w:rsid w:val="000C48C1"/>
    <w:rsid w:val="000C50F2"/>
    <w:rsid w:val="000C580B"/>
    <w:rsid w:val="000C779F"/>
    <w:rsid w:val="000C7A98"/>
    <w:rsid w:val="000D0202"/>
    <w:rsid w:val="000D1177"/>
    <w:rsid w:val="000D16CE"/>
    <w:rsid w:val="000D1F21"/>
    <w:rsid w:val="000D2231"/>
    <w:rsid w:val="000D39E5"/>
    <w:rsid w:val="000D3C1E"/>
    <w:rsid w:val="000D3ED7"/>
    <w:rsid w:val="000D413F"/>
    <w:rsid w:val="000D59CD"/>
    <w:rsid w:val="000D5BF3"/>
    <w:rsid w:val="000D5E74"/>
    <w:rsid w:val="000D6730"/>
    <w:rsid w:val="000E04F5"/>
    <w:rsid w:val="000E0FDA"/>
    <w:rsid w:val="000E10D5"/>
    <w:rsid w:val="000E2646"/>
    <w:rsid w:val="000E415E"/>
    <w:rsid w:val="000E43E2"/>
    <w:rsid w:val="000E4655"/>
    <w:rsid w:val="000E4D75"/>
    <w:rsid w:val="000E4D9D"/>
    <w:rsid w:val="000E6744"/>
    <w:rsid w:val="000E6935"/>
    <w:rsid w:val="000E724C"/>
    <w:rsid w:val="000E74E7"/>
    <w:rsid w:val="000F134F"/>
    <w:rsid w:val="000F23CD"/>
    <w:rsid w:val="000F5FEE"/>
    <w:rsid w:val="000F609D"/>
    <w:rsid w:val="000F64AF"/>
    <w:rsid w:val="000F6567"/>
    <w:rsid w:val="000F68E0"/>
    <w:rsid w:val="000F6D0B"/>
    <w:rsid w:val="000F6E6A"/>
    <w:rsid w:val="000F7007"/>
    <w:rsid w:val="0010073A"/>
    <w:rsid w:val="001008C2"/>
    <w:rsid w:val="001008D1"/>
    <w:rsid w:val="001008D9"/>
    <w:rsid w:val="00100C35"/>
    <w:rsid w:val="001011BF"/>
    <w:rsid w:val="00101DC0"/>
    <w:rsid w:val="00102149"/>
    <w:rsid w:val="00102449"/>
    <w:rsid w:val="00102986"/>
    <w:rsid w:val="001029AA"/>
    <w:rsid w:val="00103E1D"/>
    <w:rsid w:val="0010414C"/>
    <w:rsid w:val="001048A8"/>
    <w:rsid w:val="00105C6A"/>
    <w:rsid w:val="00106835"/>
    <w:rsid w:val="001070A9"/>
    <w:rsid w:val="00107512"/>
    <w:rsid w:val="00111270"/>
    <w:rsid w:val="00111F5A"/>
    <w:rsid w:val="00111FB9"/>
    <w:rsid w:val="00112239"/>
    <w:rsid w:val="0011251A"/>
    <w:rsid w:val="00112ABA"/>
    <w:rsid w:val="00112AEA"/>
    <w:rsid w:val="00115503"/>
    <w:rsid w:val="00115B15"/>
    <w:rsid w:val="0011610A"/>
    <w:rsid w:val="0011661A"/>
    <w:rsid w:val="001175AC"/>
    <w:rsid w:val="00120766"/>
    <w:rsid w:val="0012117E"/>
    <w:rsid w:val="001211C6"/>
    <w:rsid w:val="0012303B"/>
    <w:rsid w:val="0012384E"/>
    <w:rsid w:val="00123BF8"/>
    <w:rsid w:val="001247DE"/>
    <w:rsid w:val="00125295"/>
    <w:rsid w:val="00125FB8"/>
    <w:rsid w:val="00126539"/>
    <w:rsid w:val="0012666F"/>
    <w:rsid w:val="00126E27"/>
    <w:rsid w:val="001308E2"/>
    <w:rsid w:val="00130DCD"/>
    <w:rsid w:val="00131050"/>
    <w:rsid w:val="00131C74"/>
    <w:rsid w:val="00131E66"/>
    <w:rsid w:val="00132364"/>
    <w:rsid w:val="001326B2"/>
    <w:rsid w:val="00132F23"/>
    <w:rsid w:val="00134651"/>
    <w:rsid w:val="001362DA"/>
    <w:rsid w:val="00136B23"/>
    <w:rsid w:val="00137290"/>
    <w:rsid w:val="00137FCD"/>
    <w:rsid w:val="001407ED"/>
    <w:rsid w:val="001414D5"/>
    <w:rsid w:val="00141C18"/>
    <w:rsid w:val="001423F2"/>
    <w:rsid w:val="001424AF"/>
    <w:rsid w:val="0014259D"/>
    <w:rsid w:val="0014302C"/>
    <w:rsid w:val="001457EF"/>
    <w:rsid w:val="00146027"/>
    <w:rsid w:val="00146BE7"/>
    <w:rsid w:val="00150079"/>
    <w:rsid w:val="001502CC"/>
    <w:rsid w:val="00150872"/>
    <w:rsid w:val="001510C8"/>
    <w:rsid w:val="001517AE"/>
    <w:rsid w:val="00151CC5"/>
    <w:rsid w:val="001536BD"/>
    <w:rsid w:val="001540E3"/>
    <w:rsid w:val="00154F12"/>
    <w:rsid w:val="00155061"/>
    <w:rsid w:val="00155997"/>
    <w:rsid w:val="001561FA"/>
    <w:rsid w:val="00156782"/>
    <w:rsid w:val="00156D63"/>
    <w:rsid w:val="00156ECA"/>
    <w:rsid w:val="00156F3C"/>
    <w:rsid w:val="001570C8"/>
    <w:rsid w:val="00160E53"/>
    <w:rsid w:val="0016180F"/>
    <w:rsid w:val="0016196D"/>
    <w:rsid w:val="00162A33"/>
    <w:rsid w:val="001632FD"/>
    <w:rsid w:val="00163926"/>
    <w:rsid w:val="00164F54"/>
    <w:rsid w:val="00165B81"/>
    <w:rsid w:val="00167092"/>
    <w:rsid w:val="001702A7"/>
    <w:rsid w:val="00171BE3"/>
    <w:rsid w:val="001727BC"/>
    <w:rsid w:val="0017340E"/>
    <w:rsid w:val="00173764"/>
    <w:rsid w:val="00175A0E"/>
    <w:rsid w:val="00175A99"/>
    <w:rsid w:val="00175D71"/>
    <w:rsid w:val="00177852"/>
    <w:rsid w:val="00177D1F"/>
    <w:rsid w:val="00180693"/>
    <w:rsid w:val="00183BF8"/>
    <w:rsid w:val="00183C3C"/>
    <w:rsid w:val="001846FC"/>
    <w:rsid w:val="00185A49"/>
    <w:rsid w:val="00185A5F"/>
    <w:rsid w:val="001865D1"/>
    <w:rsid w:val="001915A7"/>
    <w:rsid w:val="00192088"/>
    <w:rsid w:val="00193E45"/>
    <w:rsid w:val="00196531"/>
    <w:rsid w:val="001966B2"/>
    <w:rsid w:val="00196BBD"/>
    <w:rsid w:val="00197536"/>
    <w:rsid w:val="0019784F"/>
    <w:rsid w:val="00197D37"/>
    <w:rsid w:val="00197F80"/>
    <w:rsid w:val="00197F87"/>
    <w:rsid w:val="001A005E"/>
    <w:rsid w:val="001A0DB7"/>
    <w:rsid w:val="001A0FDC"/>
    <w:rsid w:val="001A1EE3"/>
    <w:rsid w:val="001A27D3"/>
    <w:rsid w:val="001A480C"/>
    <w:rsid w:val="001A5082"/>
    <w:rsid w:val="001A60DC"/>
    <w:rsid w:val="001A6320"/>
    <w:rsid w:val="001A7C74"/>
    <w:rsid w:val="001B152B"/>
    <w:rsid w:val="001B1CF2"/>
    <w:rsid w:val="001B20E0"/>
    <w:rsid w:val="001B2941"/>
    <w:rsid w:val="001B2C5E"/>
    <w:rsid w:val="001B31AE"/>
    <w:rsid w:val="001B3900"/>
    <w:rsid w:val="001B3BD0"/>
    <w:rsid w:val="001B4193"/>
    <w:rsid w:val="001B45EC"/>
    <w:rsid w:val="001B464D"/>
    <w:rsid w:val="001B5272"/>
    <w:rsid w:val="001B6AEC"/>
    <w:rsid w:val="001B778F"/>
    <w:rsid w:val="001B781B"/>
    <w:rsid w:val="001C079B"/>
    <w:rsid w:val="001C07F4"/>
    <w:rsid w:val="001C2DC2"/>
    <w:rsid w:val="001C309E"/>
    <w:rsid w:val="001C3139"/>
    <w:rsid w:val="001C36E4"/>
    <w:rsid w:val="001C3826"/>
    <w:rsid w:val="001C39C2"/>
    <w:rsid w:val="001C3E85"/>
    <w:rsid w:val="001C621F"/>
    <w:rsid w:val="001C7493"/>
    <w:rsid w:val="001D08FD"/>
    <w:rsid w:val="001D354F"/>
    <w:rsid w:val="001D367E"/>
    <w:rsid w:val="001D4E8B"/>
    <w:rsid w:val="001D5211"/>
    <w:rsid w:val="001D5539"/>
    <w:rsid w:val="001D5CA8"/>
    <w:rsid w:val="001D6066"/>
    <w:rsid w:val="001D6C7A"/>
    <w:rsid w:val="001D7671"/>
    <w:rsid w:val="001D7A55"/>
    <w:rsid w:val="001E07D2"/>
    <w:rsid w:val="001E13D7"/>
    <w:rsid w:val="001E1F99"/>
    <w:rsid w:val="001E1FD5"/>
    <w:rsid w:val="001E2138"/>
    <w:rsid w:val="001E2AA5"/>
    <w:rsid w:val="001E31E0"/>
    <w:rsid w:val="001E328B"/>
    <w:rsid w:val="001E38A3"/>
    <w:rsid w:val="001E3C05"/>
    <w:rsid w:val="001E498B"/>
    <w:rsid w:val="001E4A9D"/>
    <w:rsid w:val="001E5706"/>
    <w:rsid w:val="001E5CAA"/>
    <w:rsid w:val="001E5E2F"/>
    <w:rsid w:val="001E6DC4"/>
    <w:rsid w:val="001F12D7"/>
    <w:rsid w:val="001F140C"/>
    <w:rsid w:val="001F179C"/>
    <w:rsid w:val="001F195A"/>
    <w:rsid w:val="001F2FA8"/>
    <w:rsid w:val="001F3B55"/>
    <w:rsid w:val="001F4C1D"/>
    <w:rsid w:val="001F51A5"/>
    <w:rsid w:val="001F52E6"/>
    <w:rsid w:val="001F560C"/>
    <w:rsid w:val="001F5631"/>
    <w:rsid w:val="001F625F"/>
    <w:rsid w:val="00200ADD"/>
    <w:rsid w:val="00200EFD"/>
    <w:rsid w:val="00201DB4"/>
    <w:rsid w:val="00201DCD"/>
    <w:rsid w:val="002022DA"/>
    <w:rsid w:val="002025B9"/>
    <w:rsid w:val="002026C5"/>
    <w:rsid w:val="00202DDE"/>
    <w:rsid w:val="00203BDF"/>
    <w:rsid w:val="00204C11"/>
    <w:rsid w:val="00205DD6"/>
    <w:rsid w:val="00205F45"/>
    <w:rsid w:val="00206985"/>
    <w:rsid w:val="00207FBE"/>
    <w:rsid w:val="0021131D"/>
    <w:rsid w:val="00211744"/>
    <w:rsid w:val="00211A51"/>
    <w:rsid w:val="00212465"/>
    <w:rsid w:val="002128F4"/>
    <w:rsid w:val="002134A9"/>
    <w:rsid w:val="00213EF5"/>
    <w:rsid w:val="00214EE5"/>
    <w:rsid w:val="002151E1"/>
    <w:rsid w:val="00215676"/>
    <w:rsid w:val="00215941"/>
    <w:rsid w:val="00216990"/>
    <w:rsid w:val="00217440"/>
    <w:rsid w:val="002215B2"/>
    <w:rsid w:val="0022227A"/>
    <w:rsid w:val="00222DF2"/>
    <w:rsid w:val="00223BC1"/>
    <w:rsid w:val="00223D34"/>
    <w:rsid w:val="002258B0"/>
    <w:rsid w:val="00226DD3"/>
    <w:rsid w:val="00226F31"/>
    <w:rsid w:val="00227D9C"/>
    <w:rsid w:val="00227ED2"/>
    <w:rsid w:val="00230479"/>
    <w:rsid w:val="002321B1"/>
    <w:rsid w:val="00232383"/>
    <w:rsid w:val="002330EB"/>
    <w:rsid w:val="002357CE"/>
    <w:rsid w:val="00235C19"/>
    <w:rsid w:val="00236ABF"/>
    <w:rsid w:val="00236F9A"/>
    <w:rsid w:val="0023756B"/>
    <w:rsid w:val="002377EF"/>
    <w:rsid w:val="00237908"/>
    <w:rsid w:val="002401B4"/>
    <w:rsid w:val="00240422"/>
    <w:rsid w:val="002419F6"/>
    <w:rsid w:val="002431B5"/>
    <w:rsid w:val="002441B9"/>
    <w:rsid w:val="00245540"/>
    <w:rsid w:val="0024568F"/>
    <w:rsid w:val="00245B12"/>
    <w:rsid w:val="002467DE"/>
    <w:rsid w:val="00246B97"/>
    <w:rsid w:val="0025243E"/>
    <w:rsid w:val="002524B4"/>
    <w:rsid w:val="00252A12"/>
    <w:rsid w:val="00252C27"/>
    <w:rsid w:val="0025476A"/>
    <w:rsid w:val="00255F30"/>
    <w:rsid w:val="00256D8F"/>
    <w:rsid w:val="00256F76"/>
    <w:rsid w:val="0026026C"/>
    <w:rsid w:val="00260EAA"/>
    <w:rsid w:val="00261F55"/>
    <w:rsid w:val="0026363D"/>
    <w:rsid w:val="00263F0A"/>
    <w:rsid w:val="00264342"/>
    <w:rsid w:val="0026464D"/>
    <w:rsid w:val="002656A0"/>
    <w:rsid w:val="00265816"/>
    <w:rsid w:val="0026594D"/>
    <w:rsid w:val="00265CE0"/>
    <w:rsid w:val="00266E41"/>
    <w:rsid w:val="00267D1E"/>
    <w:rsid w:val="00271D4E"/>
    <w:rsid w:val="002722DD"/>
    <w:rsid w:val="0027334C"/>
    <w:rsid w:val="002738DD"/>
    <w:rsid w:val="00273D6C"/>
    <w:rsid w:val="00274067"/>
    <w:rsid w:val="002741A8"/>
    <w:rsid w:val="00274233"/>
    <w:rsid w:val="00274B7D"/>
    <w:rsid w:val="0027790C"/>
    <w:rsid w:val="00277BBB"/>
    <w:rsid w:val="0028143C"/>
    <w:rsid w:val="00282BEE"/>
    <w:rsid w:val="00282F49"/>
    <w:rsid w:val="00283812"/>
    <w:rsid w:val="00284DEA"/>
    <w:rsid w:val="0028507B"/>
    <w:rsid w:val="002868F1"/>
    <w:rsid w:val="00286942"/>
    <w:rsid w:val="00286E35"/>
    <w:rsid w:val="002879EA"/>
    <w:rsid w:val="002922F9"/>
    <w:rsid w:val="002925D0"/>
    <w:rsid w:val="002927F1"/>
    <w:rsid w:val="00292B73"/>
    <w:rsid w:val="00292BBE"/>
    <w:rsid w:val="00292D6C"/>
    <w:rsid w:val="00293A89"/>
    <w:rsid w:val="0029693C"/>
    <w:rsid w:val="00296CB9"/>
    <w:rsid w:val="002979DA"/>
    <w:rsid w:val="00297F30"/>
    <w:rsid w:val="002A06D3"/>
    <w:rsid w:val="002A12EE"/>
    <w:rsid w:val="002A2A69"/>
    <w:rsid w:val="002A2CEF"/>
    <w:rsid w:val="002A45AA"/>
    <w:rsid w:val="002A6E91"/>
    <w:rsid w:val="002A74C2"/>
    <w:rsid w:val="002B0547"/>
    <w:rsid w:val="002B0C0C"/>
    <w:rsid w:val="002B0C7A"/>
    <w:rsid w:val="002B23C1"/>
    <w:rsid w:val="002B35CF"/>
    <w:rsid w:val="002B37B4"/>
    <w:rsid w:val="002B4B27"/>
    <w:rsid w:val="002B4F96"/>
    <w:rsid w:val="002B5418"/>
    <w:rsid w:val="002B74E4"/>
    <w:rsid w:val="002B7915"/>
    <w:rsid w:val="002C020F"/>
    <w:rsid w:val="002C06E7"/>
    <w:rsid w:val="002C09D0"/>
    <w:rsid w:val="002C20FD"/>
    <w:rsid w:val="002C25EC"/>
    <w:rsid w:val="002C2652"/>
    <w:rsid w:val="002C2AB5"/>
    <w:rsid w:val="002C32C2"/>
    <w:rsid w:val="002C3E0D"/>
    <w:rsid w:val="002C503B"/>
    <w:rsid w:val="002C54E0"/>
    <w:rsid w:val="002C5921"/>
    <w:rsid w:val="002C62F5"/>
    <w:rsid w:val="002C6DDC"/>
    <w:rsid w:val="002C76FA"/>
    <w:rsid w:val="002D026C"/>
    <w:rsid w:val="002D0BA2"/>
    <w:rsid w:val="002D0F6C"/>
    <w:rsid w:val="002D196B"/>
    <w:rsid w:val="002D1C83"/>
    <w:rsid w:val="002D2D18"/>
    <w:rsid w:val="002D56DF"/>
    <w:rsid w:val="002D64C4"/>
    <w:rsid w:val="002D692E"/>
    <w:rsid w:val="002D72D9"/>
    <w:rsid w:val="002D7AD0"/>
    <w:rsid w:val="002D7D24"/>
    <w:rsid w:val="002D7F79"/>
    <w:rsid w:val="002D7FDC"/>
    <w:rsid w:val="002E0754"/>
    <w:rsid w:val="002E1637"/>
    <w:rsid w:val="002E17FA"/>
    <w:rsid w:val="002E359C"/>
    <w:rsid w:val="002E48AC"/>
    <w:rsid w:val="002E6A96"/>
    <w:rsid w:val="002E6C96"/>
    <w:rsid w:val="002E7261"/>
    <w:rsid w:val="002F10A1"/>
    <w:rsid w:val="002F1FFB"/>
    <w:rsid w:val="002F3945"/>
    <w:rsid w:val="002F417B"/>
    <w:rsid w:val="002F4F59"/>
    <w:rsid w:val="002F6366"/>
    <w:rsid w:val="002F64EE"/>
    <w:rsid w:val="002F77ED"/>
    <w:rsid w:val="002F7C8F"/>
    <w:rsid w:val="003027E1"/>
    <w:rsid w:val="003049C7"/>
    <w:rsid w:val="00304FD3"/>
    <w:rsid w:val="00305786"/>
    <w:rsid w:val="00305B78"/>
    <w:rsid w:val="003064BB"/>
    <w:rsid w:val="00306A95"/>
    <w:rsid w:val="0030771B"/>
    <w:rsid w:val="003107CE"/>
    <w:rsid w:val="00310AB7"/>
    <w:rsid w:val="00310F7C"/>
    <w:rsid w:val="0031209A"/>
    <w:rsid w:val="0031281A"/>
    <w:rsid w:val="00312A65"/>
    <w:rsid w:val="003132D3"/>
    <w:rsid w:val="0031602F"/>
    <w:rsid w:val="003160D8"/>
    <w:rsid w:val="00316262"/>
    <w:rsid w:val="0031728C"/>
    <w:rsid w:val="00317419"/>
    <w:rsid w:val="00320C78"/>
    <w:rsid w:val="00321734"/>
    <w:rsid w:val="00321A66"/>
    <w:rsid w:val="0032234B"/>
    <w:rsid w:val="003259A2"/>
    <w:rsid w:val="00326F25"/>
    <w:rsid w:val="003275F4"/>
    <w:rsid w:val="00330319"/>
    <w:rsid w:val="00330F6A"/>
    <w:rsid w:val="003320FC"/>
    <w:rsid w:val="0033271C"/>
    <w:rsid w:val="003332F6"/>
    <w:rsid w:val="003340D8"/>
    <w:rsid w:val="00334D10"/>
    <w:rsid w:val="00335F66"/>
    <w:rsid w:val="00336290"/>
    <w:rsid w:val="003365D9"/>
    <w:rsid w:val="00336DF9"/>
    <w:rsid w:val="00337061"/>
    <w:rsid w:val="00340590"/>
    <w:rsid w:val="00341487"/>
    <w:rsid w:val="00343B54"/>
    <w:rsid w:val="00344338"/>
    <w:rsid w:val="00344B8E"/>
    <w:rsid w:val="00346665"/>
    <w:rsid w:val="003513BB"/>
    <w:rsid w:val="00351E41"/>
    <w:rsid w:val="003537DE"/>
    <w:rsid w:val="00353A8F"/>
    <w:rsid w:val="003540C3"/>
    <w:rsid w:val="00354248"/>
    <w:rsid w:val="00354254"/>
    <w:rsid w:val="0035491F"/>
    <w:rsid w:val="0035547D"/>
    <w:rsid w:val="00356288"/>
    <w:rsid w:val="00356926"/>
    <w:rsid w:val="00356931"/>
    <w:rsid w:val="00356F6F"/>
    <w:rsid w:val="003572CE"/>
    <w:rsid w:val="00357659"/>
    <w:rsid w:val="003616FF"/>
    <w:rsid w:val="0036195C"/>
    <w:rsid w:val="00361DCB"/>
    <w:rsid w:val="003624D2"/>
    <w:rsid w:val="00363158"/>
    <w:rsid w:val="00363E39"/>
    <w:rsid w:val="0036440B"/>
    <w:rsid w:val="00365095"/>
    <w:rsid w:val="00365818"/>
    <w:rsid w:val="003673A6"/>
    <w:rsid w:val="0036759C"/>
    <w:rsid w:val="00371047"/>
    <w:rsid w:val="0037109F"/>
    <w:rsid w:val="00372202"/>
    <w:rsid w:val="003734A0"/>
    <w:rsid w:val="003736EF"/>
    <w:rsid w:val="003739A3"/>
    <w:rsid w:val="00374605"/>
    <w:rsid w:val="00375E5E"/>
    <w:rsid w:val="0037600C"/>
    <w:rsid w:val="00377178"/>
    <w:rsid w:val="003779E0"/>
    <w:rsid w:val="003801F7"/>
    <w:rsid w:val="00380F1F"/>
    <w:rsid w:val="00381178"/>
    <w:rsid w:val="003815E1"/>
    <w:rsid w:val="00381935"/>
    <w:rsid w:val="00382729"/>
    <w:rsid w:val="003827C7"/>
    <w:rsid w:val="00382AB8"/>
    <w:rsid w:val="00384F2B"/>
    <w:rsid w:val="003851A6"/>
    <w:rsid w:val="00386333"/>
    <w:rsid w:val="00393063"/>
    <w:rsid w:val="003937D2"/>
    <w:rsid w:val="00394E8C"/>
    <w:rsid w:val="003951C3"/>
    <w:rsid w:val="003959ED"/>
    <w:rsid w:val="00396506"/>
    <w:rsid w:val="003A043F"/>
    <w:rsid w:val="003A04C1"/>
    <w:rsid w:val="003A056B"/>
    <w:rsid w:val="003A085C"/>
    <w:rsid w:val="003A0ED8"/>
    <w:rsid w:val="003A1EDB"/>
    <w:rsid w:val="003A25B8"/>
    <w:rsid w:val="003A2653"/>
    <w:rsid w:val="003A2EE6"/>
    <w:rsid w:val="003A365A"/>
    <w:rsid w:val="003A391B"/>
    <w:rsid w:val="003A3F84"/>
    <w:rsid w:val="003A47B7"/>
    <w:rsid w:val="003A4848"/>
    <w:rsid w:val="003A4957"/>
    <w:rsid w:val="003A5180"/>
    <w:rsid w:val="003A5334"/>
    <w:rsid w:val="003A5F6F"/>
    <w:rsid w:val="003A6617"/>
    <w:rsid w:val="003B002A"/>
    <w:rsid w:val="003B04FD"/>
    <w:rsid w:val="003B2295"/>
    <w:rsid w:val="003B2852"/>
    <w:rsid w:val="003B31F4"/>
    <w:rsid w:val="003B3517"/>
    <w:rsid w:val="003B3F8C"/>
    <w:rsid w:val="003B402E"/>
    <w:rsid w:val="003B4303"/>
    <w:rsid w:val="003B470C"/>
    <w:rsid w:val="003B4850"/>
    <w:rsid w:val="003B4D29"/>
    <w:rsid w:val="003B5C6C"/>
    <w:rsid w:val="003B5F53"/>
    <w:rsid w:val="003B5FFE"/>
    <w:rsid w:val="003B7991"/>
    <w:rsid w:val="003B7F7C"/>
    <w:rsid w:val="003C0A17"/>
    <w:rsid w:val="003C1C68"/>
    <w:rsid w:val="003C1CCC"/>
    <w:rsid w:val="003C2EAC"/>
    <w:rsid w:val="003C4BD0"/>
    <w:rsid w:val="003C53C1"/>
    <w:rsid w:val="003C5624"/>
    <w:rsid w:val="003C5D4E"/>
    <w:rsid w:val="003C6672"/>
    <w:rsid w:val="003C729A"/>
    <w:rsid w:val="003C78C0"/>
    <w:rsid w:val="003C7D92"/>
    <w:rsid w:val="003D041B"/>
    <w:rsid w:val="003D0474"/>
    <w:rsid w:val="003D09D2"/>
    <w:rsid w:val="003D124C"/>
    <w:rsid w:val="003D1D90"/>
    <w:rsid w:val="003D2EFF"/>
    <w:rsid w:val="003D3767"/>
    <w:rsid w:val="003D3AE0"/>
    <w:rsid w:val="003D58D4"/>
    <w:rsid w:val="003D5E2C"/>
    <w:rsid w:val="003D6A7E"/>
    <w:rsid w:val="003D6E36"/>
    <w:rsid w:val="003D7E97"/>
    <w:rsid w:val="003E169F"/>
    <w:rsid w:val="003E1997"/>
    <w:rsid w:val="003E1C50"/>
    <w:rsid w:val="003E27DC"/>
    <w:rsid w:val="003E33C9"/>
    <w:rsid w:val="003E43F3"/>
    <w:rsid w:val="003E4454"/>
    <w:rsid w:val="003E4645"/>
    <w:rsid w:val="003E4946"/>
    <w:rsid w:val="003E5620"/>
    <w:rsid w:val="003E6F96"/>
    <w:rsid w:val="003E7B24"/>
    <w:rsid w:val="003E7CDA"/>
    <w:rsid w:val="003F058E"/>
    <w:rsid w:val="003F0FBC"/>
    <w:rsid w:val="003F12B1"/>
    <w:rsid w:val="003F1B25"/>
    <w:rsid w:val="003F2803"/>
    <w:rsid w:val="003F2C58"/>
    <w:rsid w:val="003F30F6"/>
    <w:rsid w:val="003F316E"/>
    <w:rsid w:val="003F3A8F"/>
    <w:rsid w:val="003F3D8A"/>
    <w:rsid w:val="003F4DF2"/>
    <w:rsid w:val="003F57FD"/>
    <w:rsid w:val="003F6824"/>
    <w:rsid w:val="003F6AC6"/>
    <w:rsid w:val="003F7841"/>
    <w:rsid w:val="0040032C"/>
    <w:rsid w:val="00400D9B"/>
    <w:rsid w:val="0040106F"/>
    <w:rsid w:val="00402EE3"/>
    <w:rsid w:val="00403170"/>
    <w:rsid w:val="00404515"/>
    <w:rsid w:val="004048F1"/>
    <w:rsid w:val="00404C5D"/>
    <w:rsid w:val="00405AA1"/>
    <w:rsid w:val="004061A9"/>
    <w:rsid w:val="004069D7"/>
    <w:rsid w:val="00407F6E"/>
    <w:rsid w:val="00410405"/>
    <w:rsid w:val="00410B74"/>
    <w:rsid w:val="00411F90"/>
    <w:rsid w:val="004132AD"/>
    <w:rsid w:val="00413EBE"/>
    <w:rsid w:val="00415510"/>
    <w:rsid w:val="00415689"/>
    <w:rsid w:val="004161E4"/>
    <w:rsid w:val="00416835"/>
    <w:rsid w:val="004168F2"/>
    <w:rsid w:val="00416EC4"/>
    <w:rsid w:val="00417786"/>
    <w:rsid w:val="00417A35"/>
    <w:rsid w:val="00417A3D"/>
    <w:rsid w:val="00420751"/>
    <w:rsid w:val="00421DB5"/>
    <w:rsid w:val="00422752"/>
    <w:rsid w:val="0042541D"/>
    <w:rsid w:val="004256C9"/>
    <w:rsid w:val="00425CDE"/>
    <w:rsid w:val="00426F13"/>
    <w:rsid w:val="00426F5D"/>
    <w:rsid w:val="004270AD"/>
    <w:rsid w:val="004302CB"/>
    <w:rsid w:val="00430CEB"/>
    <w:rsid w:val="00431486"/>
    <w:rsid w:val="00431AA2"/>
    <w:rsid w:val="0043376F"/>
    <w:rsid w:val="004342D5"/>
    <w:rsid w:val="0043463A"/>
    <w:rsid w:val="0043586D"/>
    <w:rsid w:val="004361CC"/>
    <w:rsid w:val="0043699B"/>
    <w:rsid w:val="0043789C"/>
    <w:rsid w:val="00437EE2"/>
    <w:rsid w:val="004401A9"/>
    <w:rsid w:val="00440501"/>
    <w:rsid w:val="004425E6"/>
    <w:rsid w:val="00442C0A"/>
    <w:rsid w:val="00443EB4"/>
    <w:rsid w:val="004456E9"/>
    <w:rsid w:val="00445D47"/>
    <w:rsid w:val="004465EF"/>
    <w:rsid w:val="0044698B"/>
    <w:rsid w:val="004473EA"/>
    <w:rsid w:val="00447FC4"/>
    <w:rsid w:val="00451986"/>
    <w:rsid w:val="00452977"/>
    <w:rsid w:val="004537D2"/>
    <w:rsid w:val="00453EA1"/>
    <w:rsid w:val="00453EB9"/>
    <w:rsid w:val="00453F3E"/>
    <w:rsid w:val="0045442F"/>
    <w:rsid w:val="00456395"/>
    <w:rsid w:val="00460792"/>
    <w:rsid w:val="004610CC"/>
    <w:rsid w:val="0046260A"/>
    <w:rsid w:val="00462DA3"/>
    <w:rsid w:val="00463665"/>
    <w:rsid w:val="00464524"/>
    <w:rsid w:val="00464AA1"/>
    <w:rsid w:val="00465425"/>
    <w:rsid w:val="00465495"/>
    <w:rsid w:val="00465828"/>
    <w:rsid w:val="00465CF0"/>
    <w:rsid w:val="004663E4"/>
    <w:rsid w:val="004666CD"/>
    <w:rsid w:val="00466BC7"/>
    <w:rsid w:val="00467248"/>
    <w:rsid w:val="004673AA"/>
    <w:rsid w:val="00470204"/>
    <w:rsid w:val="00471177"/>
    <w:rsid w:val="004721C6"/>
    <w:rsid w:val="0047232D"/>
    <w:rsid w:val="00473772"/>
    <w:rsid w:val="0047421D"/>
    <w:rsid w:val="00474C1C"/>
    <w:rsid w:val="00474D94"/>
    <w:rsid w:val="004762F2"/>
    <w:rsid w:val="00477312"/>
    <w:rsid w:val="00480FE3"/>
    <w:rsid w:val="00481256"/>
    <w:rsid w:val="00481461"/>
    <w:rsid w:val="00482977"/>
    <w:rsid w:val="00482EBC"/>
    <w:rsid w:val="00482FA4"/>
    <w:rsid w:val="00484869"/>
    <w:rsid w:val="0048497A"/>
    <w:rsid w:val="004851FF"/>
    <w:rsid w:val="00485216"/>
    <w:rsid w:val="00485248"/>
    <w:rsid w:val="0048556E"/>
    <w:rsid w:val="004864F3"/>
    <w:rsid w:val="004866EA"/>
    <w:rsid w:val="00486863"/>
    <w:rsid w:val="00490D95"/>
    <w:rsid w:val="00490FBD"/>
    <w:rsid w:val="004913CF"/>
    <w:rsid w:val="00492444"/>
    <w:rsid w:val="00492591"/>
    <w:rsid w:val="004925C7"/>
    <w:rsid w:val="00492F73"/>
    <w:rsid w:val="00493488"/>
    <w:rsid w:val="0049361E"/>
    <w:rsid w:val="00494A40"/>
    <w:rsid w:val="00494C68"/>
    <w:rsid w:val="004954C4"/>
    <w:rsid w:val="0049559C"/>
    <w:rsid w:val="0049580A"/>
    <w:rsid w:val="00496060"/>
    <w:rsid w:val="004972FF"/>
    <w:rsid w:val="004A035E"/>
    <w:rsid w:val="004A0D4F"/>
    <w:rsid w:val="004A0DB0"/>
    <w:rsid w:val="004A25D8"/>
    <w:rsid w:val="004A3ABF"/>
    <w:rsid w:val="004A4500"/>
    <w:rsid w:val="004A5523"/>
    <w:rsid w:val="004B04DB"/>
    <w:rsid w:val="004B1F9A"/>
    <w:rsid w:val="004B365F"/>
    <w:rsid w:val="004B3DB7"/>
    <w:rsid w:val="004B4CCB"/>
    <w:rsid w:val="004B5088"/>
    <w:rsid w:val="004B5133"/>
    <w:rsid w:val="004B56AB"/>
    <w:rsid w:val="004B5D28"/>
    <w:rsid w:val="004B64B2"/>
    <w:rsid w:val="004B69DA"/>
    <w:rsid w:val="004B73B2"/>
    <w:rsid w:val="004B7672"/>
    <w:rsid w:val="004B793B"/>
    <w:rsid w:val="004B7F4B"/>
    <w:rsid w:val="004C01EB"/>
    <w:rsid w:val="004C12D9"/>
    <w:rsid w:val="004C14ED"/>
    <w:rsid w:val="004C22EA"/>
    <w:rsid w:val="004C2F2F"/>
    <w:rsid w:val="004C323F"/>
    <w:rsid w:val="004C3C22"/>
    <w:rsid w:val="004C3C46"/>
    <w:rsid w:val="004C3E09"/>
    <w:rsid w:val="004C3EB1"/>
    <w:rsid w:val="004C4532"/>
    <w:rsid w:val="004C4DB9"/>
    <w:rsid w:val="004C57B9"/>
    <w:rsid w:val="004C67AF"/>
    <w:rsid w:val="004C68B4"/>
    <w:rsid w:val="004C77A9"/>
    <w:rsid w:val="004C7B67"/>
    <w:rsid w:val="004D1A07"/>
    <w:rsid w:val="004D3CCD"/>
    <w:rsid w:val="004D5020"/>
    <w:rsid w:val="004D563A"/>
    <w:rsid w:val="004D68C3"/>
    <w:rsid w:val="004D6B8D"/>
    <w:rsid w:val="004E2E47"/>
    <w:rsid w:val="004E4D43"/>
    <w:rsid w:val="004E557A"/>
    <w:rsid w:val="004E72C4"/>
    <w:rsid w:val="004E7DAA"/>
    <w:rsid w:val="004E7DF5"/>
    <w:rsid w:val="004F02A8"/>
    <w:rsid w:val="004F0618"/>
    <w:rsid w:val="004F0E96"/>
    <w:rsid w:val="004F2191"/>
    <w:rsid w:val="004F6B77"/>
    <w:rsid w:val="004F6E64"/>
    <w:rsid w:val="004F6FBF"/>
    <w:rsid w:val="00500806"/>
    <w:rsid w:val="00500AB8"/>
    <w:rsid w:val="00500F67"/>
    <w:rsid w:val="005011F4"/>
    <w:rsid w:val="005013AB"/>
    <w:rsid w:val="00501985"/>
    <w:rsid w:val="00503A1C"/>
    <w:rsid w:val="00503B59"/>
    <w:rsid w:val="005042FB"/>
    <w:rsid w:val="00504460"/>
    <w:rsid w:val="0050453B"/>
    <w:rsid w:val="005048DE"/>
    <w:rsid w:val="00504DAE"/>
    <w:rsid w:val="00506588"/>
    <w:rsid w:val="00506F1A"/>
    <w:rsid w:val="005111F8"/>
    <w:rsid w:val="00512044"/>
    <w:rsid w:val="00512D5A"/>
    <w:rsid w:val="005137E7"/>
    <w:rsid w:val="00513B8B"/>
    <w:rsid w:val="005148AE"/>
    <w:rsid w:val="00514FD8"/>
    <w:rsid w:val="0051560D"/>
    <w:rsid w:val="00520E87"/>
    <w:rsid w:val="005212EE"/>
    <w:rsid w:val="0052200A"/>
    <w:rsid w:val="00522590"/>
    <w:rsid w:val="0052297D"/>
    <w:rsid w:val="00523B15"/>
    <w:rsid w:val="00524953"/>
    <w:rsid w:val="00524AFD"/>
    <w:rsid w:val="00525769"/>
    <w:rsid w:val="00525958"/>
    <w:rsid w:val="005262CE"/>
    <w:rsid w:val="005270A9"/>
    <w:rsid w:val="00531750"/>
    <w:rsid w:val="0053302D"/>
    <w:rsid w:val="00533FAB"/>
    <w:rsid w:val="005346A5"/>
    <w:rsid w:val="00534E9E"/>
    <w:rsid w:val="00536BAA"/>
    <w:rsid w:val="00536C2E"/>
    <w:rsid w:val="00536D3C"/>
    <w:rsid w:val="0053738A"/>
    <w:rsid w:val="00541040"/>
    <w:rsid w:val="00541DE6"/>
    <w:rsid w:val="005420DA"/>
    <w:rsid w:val="005433E7"/>
    <w:rsid w:val="00543CA3"/>
    <w:rsid w:val="00544829"/>
    <w:rsid w:val="00544E58"/>
    <w:rsid w:val="005456F9"/>
    <w:rsid w:val="00546B46"/>
    <w:rsid w:val="0054781E"/>
    <w:rsid w:val="005514A8"/>
    <w:rsid w:val="005519D4"/>
    <w:rsid w:val="00551C5D"/>
    <w:rsid w:val="00551E6F"/>
    <w:rsid w:val="00551EE8"/>
    <w:rsid w:val="00551F4E"/>
    <w:rsid w:val="00552007"/>
    <w:rsid w:val="0055252D"/>
    <w:rsid w:val="005527D3"/>
    <w:rsid w:val="00553DBC"/>
    <w:rsid w:val="00555F41"/>
    <w:rsid w:val="0055660C"/>
    <w:rsid w:val="00556889"/>
    <w:rsid w:val="00556DEC"/>
    <w:rsid w:val="0055738F"/>
    <w:rsid w:val="00557C86"/>
    <w:rsid w:val="00557C89"/>
    <w:rsid w:val="00557E65"/>
    <w:rsid w:val="00560723"/>
    <w:rsid w:val="005607BE"/>
    <w:rsid w:val="00560E91"/>
    <w:rsid w:val="00560F13"/>
    <w:rsid w:val="00562890"/>
    <w:rsid w:val="00565189"/>
    <w:rsid w:val="0056571A"/>
    <w:rsid w:val="0056685A"/>
    <w:rsid w:val="00566D09"/>
    <w:rsid w:val="00567FE8"/>
    <w:rsid w:val="00570091"/>
    <w:rsid w:val="00570A79"/>
    <w:rsid w:val="005718D5"/>
    <w:rsid w:val="00571A1B"/>
    <w:rsid w:val="005720F1"/>
    <w:rsid w:val="00572F88"/>
    <w:rsid w:val="00575C28"/>
    <w:rsid w:val="00575D25"/>
    <w:rsid w:val="00575D55"/>
    <w:rsid w:val="00576749"/>
    <w:rsid w:val="00576C8F"/>
    <w:rsid w:val="00580A49"/>
    <w:rsid w:val="00582269"/>
    <w:rsid w:val="00582853"/>
    <w:rsid w:val="00582FB3"/>
    <w:rsid w:val="00583EFB"/>
    <w:rsid w:val="00583F6E"/>
    <w:rsid w:val="00583F9A"/>
    <w:rsid w:val="005852BD"/>
    <w:rsid w:val="0058589C"/>
    <w:rsid w:val="00585C98"/>
    <w:rsid w:val="00586960"/>
    <w:rsid w:val="00586E38"/>
    <w:rsid w:val="00587A78"/>
    <w:rsid w:val="005901E4"/>
    <w:rsid w:val="00590CA9"/>
    <w:rsid w:val="00595A1C"/>
    <w:rsid w:val="005961DA"/>
    <w:rsid w:val="00596A9E"/>
    <w:rsid w:val="0059767D"/>
    <w:rsid w:val="00597734"/>
    <w:rsid w:val="005A0AD2"/>
    <w:rsid w:val="005A0BEC"/>
    <w:rsid w:val="005A124F"/>
    <w:rsid w:val="005A12B6"/>
    <w:rsid w:val="005A2365"/>
    <w:rsid w:val="005A2758"/>
    <w:rsid w:val="005A27BE"/>
    <w:rsid w:val="005A2BF6"/>
    <w:rsid w:val="005A3391"/>
    <w:rsid w:val="005A3DA8"/>
    <w:rsid w:val="005A459F"/>
    <w:rsid w:val="005A5A11"/>
    <w:rsid w:val="005A5ED5"/>
    <w:rsid w:val="005A61C7"/>
    <w:rsid w:val="005A66CA"/>
    <w:rsid w:val="005A6836"/>
    <w:rsid w:val="005B0228"/>
    <w:rsid w:val="005B2364"/>
    <w:rsid w:val="005B33DF"/>
    <w:rsid w:val="005B39CC"/>
    <w:rsid w:val="005B3BD0"/>
    <w:rsid w:val="005B3F25"/>
    <w:rsid w:val="005B40E5"/>
    <w:rsid w:val="005B42E5"/>
    <w:rsid w:val="005B492C"/>
    <w:rsid w:val="005B4CFB"/>
    <w:rsid w:val="005B5072"/>
    <w:rsid w:val="005B5082"/>
    <w:rsid w:val="005B5296"/>
    <w:rsid w:val="005B6DBE"/>
    <w:rsid w:val="005C03B7"/>
    <w:rsid w:val="005C0543"/>
    <w:rsid w:val="005C0A94"/>
    <w:rsid w:val="005C144B"/>
    <w:rsid w:val="005C16F8"/>
    <w:rsid w:val="005C1738"/>
    <w:rsid w:val="005C2029"/>
    <w:rsid w:val="005C5699"/>
    <w:rsid w:val="005C581C"/>
    <w:rsid w:val="005C754A"/>
    <w:rsid w:val="005C75A1"/>
    <w:rsid w:val="005C7CDB"/>
    <w:rsid w:val="005C7D07"/>
    <w:rsid w:val="005C7DAB"/>
    <w:rsid w:val="005D09E5"/>
    <w:rsid w:val="005D0F1B"/>
    <w:rsid w:val="005D0F6F"/>
    <w:rsid w:val="005D101B"/>
    <w:rsid w:val="005D1125"/>
    <w:rsid w:val="005D2517"/>
    <w:rsid w:val="005D2BE3"/>
    <w:rsid w:val="005D2D15"/>
    <w:rsid w:val="005D303F"/>
    <w:rsid w:val="005D3A4F"/>
    <w:rsid w:val="005D45CB"/>
    <w:rsid w:val="005D5E1F"/>
    <w:rsid w:val="005D7449"/>
    <w:rsid w:val="005D7C8E"/>
    <w:rsid w:val="005E071E"/>
    <w:rsid w:val="005E209F"/>
    <w:rsid w:val="005E2982"/>
    <w:rsid w:val="005E2B0E"/>
    <w:rsid w:val="005E2DB9"/>
    <w:rsid w:val="005E2F76"/>
    <w:rsid w:val="005E3141"/>
    <w:rsid w:val="005E5118"/>
    <w:rsid w:val="005E5580"/>
    <w:rsid w:val="005E569F"/>
    <w:rsid w:val="005E5975"/>
    <w:rsid w:val="005E5A3E"/>
    <w:rsid w:val="005E5C5C"/>
    <w:rsid w:val="005E702D"/>
    <w:rsid w:val="005E7674"/>
    <w:rsid w:val="005F00B6"/>
    <w:rsid w:val="005F064F"/>
    <w:rsid w:val="005F086F"/>
    <w:rsid w:val="005F1088"/>
    <w:rsid w:val="005F1E94"/>
    <w:rsid w:val="005F2041"/>
    <w:rsid w:val="005F2692"/>
    <w:rsid w:val="005F27A7"/>
    <w:rsid w:val="005F2E5B"/>
    <w:rsid w:val="005F3418"/>
    <w:rsid w:val="005F5283"/>
    <w:rsid w:val="005F5306"/>
    <w:rsid w:val="005F599C"/>
    <w:rsid w:val="005F5A1C"/>
    <w:rsid w:val="005F60D7"/>
    <w:rsid w:val="005F63A8"/>
    <w:rsid w:val="005F6BDE"/>
    <w:rsid w:val="005F7500"/>
    <w:rsid w:val="005F7522"/>
    <w:rsid w:val="005F7E30"/>
    <w:rsid w:val="0060138D"/>
    <w:rsid w:val="00602849"/>
    <w:rsid w:val="0060301A"/>
    <w:rsid w:val="00603C33"/>
    <w:rsid w:val="00604AC1"/>
    <w:rsid w:val="00604BC9"/>
    <w:rsid w:val="00604CB7"/>
    <w:rsid w:val="0060614D"/>
    <w:rsid w:val="006066FF"/>
    <w:rsid w:val="00607429"/>
    <w:rsid w:val="0061181D"/>
    <w:rsid w:val="006120B9"/>
    <w:rsid w:val="0061333A"/>
    <w:rsid w:val="006134D7"/>
    <w:rsid w:val="00614682"/>
    <w:rsid w:val="00615752"/>
    <w:rsid w:val="006161A6"/>
    <w:rsid w:val="0061711A"/>
    <w:rsid w:val="00617438"/>
    <w:rsid w:val="00617470"/>
    <w:rsid w:val="00621953"/>
    <w:rsid w:val="006221CC"/>
    <w:rsid w:val="00622939"/>
    <w:rsid w:val="00622A07"/>
    <w:rsid w:val="00622FA0"/>
    <w:rsid w:val="00623DAE"/>
    <w:rsid w:val="00625DAE"/>
    <w:rsid w:val="00626749"/>
    <w:rsid w:val="006269CC"/>
    <w:rsid w:val="006275B0"/>
    <w:rsid w:val="00627624"/>
    <w:rsid w:val="00627A4F"/>
    <w:rsid w:val="00627D98"/>
    <w:rsid w:val="00630D3F"/>
    <w:rsid w:val="006318D1"/>
    <w:rsid w:val="0063242F"/>
    <w:rsid w:val="00633684"/>
    <w:rsid w:val="00633C68"/>
    <w:rsid w:val="00636B3A"/>
    <w:rsid w:val="00636C0B"/>
    <w:rsid w:val="006411A7"/>
    <w:rsid w:val="006411EE"/>
    <w:rsid w:val="006420A1"/>
    <w:rsid w:val="00642892"/>
    <w:rsid w:val="006444A0"/>
    <w:rsid w:val="00645BF5"/>
    <w:rsid w:val="00646CC5"/>
    <w:rsid w:val="0065199A"/>
    <w:rsid w:val="00651F10"/>
    <w:rsid w:val="00652A66"/>
    <w:rsid w:val="00652A8E"/>
    <w:rsid w:val="00653539"/>
    <w:rsid w:val="00653573"/>
    <w:rsid w:val="00653FA3"/>
    <w:rsid w:val="00654817"/>
    <w:rsid w:val="006550C7"/>
    <w:rsid w:val="00655628"/>
    <w:rsid w:val="00655EE9"/>
    <w:rsid w:val="0065737E"/>
    <w:rsid w:val="006602F7"/>
    <w:rsid w:val="0066085E"/>
    <w:rsid w:val="00660AC5"/>
    <w:rsid w:val="006617F8"/>
    <w:rsid w:val="006624A0"/>
    <w:rsid w:val="00662E94"/>
    <w:rsid w:val="006632AA"/>
    <w:rsid w:val="00663672"/>
    <w:rsid w:val="0066460D"/>
    <w:rsid w:val="00664710"/>
    <w:rsid w:val="00665213"/>
    <w:rsid w:val="00665446"/>
    <w:rsid w:val="006669CF"/>
    <w:rsid w:val="00666AFB"/>
    <w:rsid w:val="00667A20"/>
    <w:rsid w:val="00670694"/>
    <w:rsid w:val="0067097A"/>
    <w:rsid w:val="00670C6A"/>
    <w:rsid w:val="006710BE"/>
    <w:rsid w:val="00671C3D"/>
    <w:rsid w:val="00673AFE"/>
    <w:rsid w:val="00673F1A"/>
    <w:rsid w:val="0067411C"/>
    <w:rsid w:val="00674D2B"/>
    <w:rsid w:val="00675C3C"/>
    <w:rsid w:val="0067649E"/>
    <w:rsid w:val="006765C6"/>
    <w:rsid w:val="00676AFF"/>
    <w:rsid w:val="00680837"/>
    <w:rsid w:val="006810FE"/>
    <w:rsid w:val="006814E4"/>
    <w:rsid w:val="00682E6F"/>
    <w:rsid w:val="00683045"/>
    <w:rsid w:val="00684317"/>
    <w:rsid w:val="00684495"/>
    <w:rsid w:val="0068464C"/>
    <w:rsid w:val="00684690"/>
    <w:rsid w:val="00684FD4"/>
    <w:rsid w:val="006859D5"/>
    <w:rsid w:val="00685D35"/>
    <w:rsid w:val="00686EDE"/>
    <w:rsid w:val="00687999"/>
    <w:rsid w:val="00690D91"/>
    <w:rsid w:val="006918B9"/>
    <w:rsid w:val="00691B18"/>
    <w:rsid w:val="006939D5"/>
    <w:rsid w:val="00693C28"/>
    <w:rsid w:val="00693EEE"/>
    <w:rsid w:val="006947D6"/>
    <w:rsid w:val="0069529F"/>
    <w:rsid w:val="00695B87"/>
    <w:rsid w:val="00695F05"/>
    <w:rsid w:val="006963F9"/>
    <w:rsid w:val="006964FE"/>
    <w:rsid w:val="00696BD6"/>
    <w:rsid w:val="0069747B"/>
    <w:rsid w:val="006A052C"/>
    <w:rsid w:val="006A093B"/>
    <w:rsid w:val="006A0A92"/>
    <w:rsid w:val="006A0BB9"/>
    <w:rsid w:val="006A12A9"/>
    <w:rsid w:val="006A23C3"/>
    <w:rsid w:val="006A2930"/>
    <w:rsid w:val="006A322B"/>
    <w:rsid w:val="006A3446"/>
    <w:rsid w:val="006A396C"/>
    <w:rsid w:val="006A3B34"/>
    <w:rsid w:val="006A68F5"/>
    <w:rsid w:val="006A6DB9"/>
    <w:rsid w:val="006B06EE"/>
    <w:rsid w:val="006B0951"/>
    <w:rsid w:val="006B1DDC"/>
    <w:rsid w:val="006B241D"/>
    <w:rsid w:val="006B3600"/>
    <w:rsid w:val="006B3A06"/>
    <w:rsid w:val="006B4109"/>
    <w:rsid w:val="006B4151"/>
    <w:rsid w:val="006B47B9"/>
    <w:rsid w:val="006B53F3"/>
    <w:rsid w:val="006B6089"/>
    <w:rsid w:val="006B6298"/>
    <w:rsid w:val="006B65ED"/>
    <w:rsid w:val="006B6A47"/>
    <w:rsid w:val="006C00D8"/>
    <w:rsid w:val="006C0653"/>
    <w:rsid w:val="006C09E2"/>
    <w:rsid w:val="006C0A33"/>
    <w:rsid w:val="006C0BA3"/>
    <w:rsid w:val="006C0FEA"/>
    <w:rsid w:val="006C114D"/>
    <w:rsid w:val="006C1A43"/>
    <w:rsid w:val="006C28E0"/>
    <w:rsid w:val="006C2FFF"/>
    <w:rsid w:val="006C322C"/>
    <w:rsid w:val="006C41F0"/>
    <w:rsid w:val="006C5EE8"/>
    <w:rsid w:val="006C625B"/>
    <w:rsid w:val="006C65D8"/>
    <w:rsid w:val="006C71FD"/>
    <w:rsid w:val="006C734D"/>
    <w:rsid w:val="006C7D4A"/>
    <w:rsid w:val="006D18A6"/>
    <w:rsid w:val="006D1ABA"/>
    <w:rsid w:val="006D2C6B"/>
    <w:rsid w:val="006D34D6"/>
    <w:rsid w:val="006D4772"/>
    <w:rsid w:val="006D50FE"/>
    <w:rsid w:val="006D7B23"/>
    <w:rsid w:val="006E0F1B"/>
    <w:rsid w:val="006E2250"/>
    <w:rsid w:val="006E2696"/>
    <w:rsid w:val="006E27DE"/>
    <w:rsid w:val="006E3599"/>
    <w:rsid w:val="006E3645"/>
    <w:rsid w:val="006E43CA"/>
    <w:rsid w:val="006E54CD"/>
    <w:rsid w:val="006E58C1"/>
    <w:rsid w:val="006E5E76"/>
    <w:rsid w:val="006E63B7"/>
    <w:rsid w:val="006E74C5"/>
    <w:rsid w:val="006E7D5F"/>
    <w:rsid w:val="006F091D"/>
    <w:rsid w:val="006F111B"/>
    <w:rsid w:val="006F2E0C"/>
    <w:rsid w:val="006F40B1"/>
    <w:rsid w:val="006F464B"/>
    <w:rsid w:val="006F46A9"/>
    <w:rsid w:val="006F5348"/>
    <w:rsid w:val="006F5705"/>
    <w:rsid w:val="006F6428"/>
    <w:rsid w:val="006F6DE0"/>
    <w:rsid w:val="006F7148"/>
    <w:rsid w:val="007009F1"/>
    <w:rsid w:val="00700C54"/>
    <w:rsid w:val="00700FD1"/>
    <w:rsid w:val="0070214C"/>
    <w:rsid w:val="007041A9"/>
    <w:rsid w:val="00704EDC"/>
    <w:rsid w:val="00705805"/>
    <w:rsid w:val="00705A41"/>
    <w:rsid w:val="00706386"/>
    <w:rsid w:val="007068DF"/>
    <w:rsid w:val="00706F96"/>
    <w:rsid w:val="00706F97"/>
    <w:rsid w:val="0070765C"/>
    <w:rsid w:val="00707BEE"/>
    <w:rsid w:val="00710D5D"/>
    <w:rsid w:val="007118CF"/>
    <w:rsid w:val="00711BD9"/>
    <w:rsid w:val="0071263F"/>
    <w:rsid w:val="00712F66"/>
    <w:rsid w:val="0071320E"/>
    <w:rsid w:val="00713A85"/>
    <w:rsid w:val="00713B8F"/>
    <w:rsid w:val="00713B94"/>
    <w:rsid w:val="00716BF4"/>
    <w:rsid w:val="00717780"/>
    <w:rsid w:val="00720902"/>
    <w:rsid w:val="00720D2A"/>
    <w:rsid w:val="0072124D"/>
    <w:rsid w:val="00721DB5"/>
    <w:rsid w:val="00723E37"/>
    <w:rsid w:val="0072503C"/>
    <w:rsid w:val="00725D32"/>
    <w:rsid w:val="00726E28"/>
    <w:rsid w:val="00726E8C"/>
    <w:rsid w:val="007271A3"/>
    <w:rsid w:val="0072759C"/>
    <w:rsid w:val="007278AB"/>
    <w:rsid w:val="00730173"/>
    <w:rsid w:val="00731591"/>
    <w:rsid w:val="0073172A"/>
    <w:rsid w:val="0073218B"/>
    <w:rsid w:val="0073368A"/>
    <w:rsid w:val="0073369B"/>
    <w:rsid w:val="007336CE"/>
    <w:rsid w:val="007336E0"/>
    <w:rsid w:val="0073374A"/>
    <w:rsid w:val="00734456"/>
    <w:rsid w:val="00734F52"/>
    <w:rsid w:val="00735536"/>
    <w:rsid w:val="007404FF"/>
    <w:rsid w:val="007412B3"/>
    <w:rsid w:val="00742248"/>
    <w:rsid w:val="00742534"/>
    <w:rsid w:val="007432D0"/>
    <w:rsid w:val="007436D1"/>
    <w:rsid w:val="007449F0"/>
    <w:rsid w:val="007453B2"/>
    <w:rsid w:val="00746E6E"/>
    <w:rsid w:val="0074724B"/>
    <w:rsid w:val="007501EE"/>
    <w:rsid w:val="00750709"/>
    <w:rsid w:val="00751CC2"/>
    <w:rsid w:val="00752806"/>
    <w:rsid w:val="007540EF"/>
    <w:rsid w:val="00755712"/>
    <w:rsid w:val="007557EB"/>
    <w:rsid w:val="00755846"/>
    <w:rsid w:val="00756135"/>
    <w:rsid w:val="007561BF"/>
    <w:rsid w:val="00756359"/>
    <w:rsid w:val="00757BC9"/>
    <w:rsid w:val="00760013"/>
    <w:rsid w:val="00760830"/>
    <w:rsid w:val="007609ED"/>
    <w:rsid w:val="00761859"/>
    <w:rsid w:val="007618C3"/>
    <w:rsid w:val="007626CD"/>
    <w:rsid w:val="00762F12"/>
    <w:rsid w:val="007631D3"/>
    <w:rsid w:val="007652A5"/>
    <w:rsid w:val="00765F9D"/>
    <w:rsid w:val="0076632C"/>
    <w:rsid w:val="00766675"/>
    <w:rsid w:val="00766ABD"/>
    <w:rsid w:val="00767051"/>
    <w:rsid w:val="0076782C"/>
    <w:rsid w:val="00767B38"/>
    <w:rsid w:val="00767E3E"/>
    <w:rsid w:val="00770F16"/>
    <w:rsid w:val="00771162"/>
    <w:rsid w:val="00771E75"/>
    <w:rsid w:val="00773B2B"/>
    <w:rsid w:val="00773B7E"/>
    <w:rsid w:val="00774E5D"/>
    <w:rsid w:val="00775D01"/>
    <w:rsid w:val="007776F9"/>
    <w:rsid w:val="00777821"/>
    <w:rsid w:val="00777FEB"/>
    <w:rsid w:val="0078044E"/>
    <w:rsid w:val="00780716"/>
    <w:rsid w:val="00780843"/>
    <w:rsid w:val="00781A66"/>
    <w:rsid w:val="00781FDC"/>
    <w:rsid w:val="00782198"/>
    <w:rsid w:val="007822CB"/>
    <w:rsid w:val="007826F6"/>
    <w:rsid w:val="00782A29"/>
    <w:rsid w:val="007839CC"/>
    <w:rsid w:val="00783A25"/>
    <w:rsid w:val="00785AF8"/>
    <w:rsid w:val="00785C69"/>
    <w:rsid w:val="00786983"/>
    <w:rsid w:val="00787092"/>
    <w:rsid w:val="00787D2A"/>
    <w:rsid w:val="0079167C"/>
    <w:rsid w:val="00791859"/>
    <w:rsid w:val="00791F48"/>
    <w:rsid w:val="00792C2F"/>
    <w:rsid w:val="00793995"/>
    <w:rsid w:val="00793CB8"/>
    <w:rsid w:val="00794562"/>
    <w:rsid w:val="00795A4C"/>
    <w:rsid w:val="00795E07"/>
    <w:rsid w:val="007972B4"/>
    <w:rsid w:val="00797C1B"/>
    <w:rsid w:val="00797F1F"/>
    <w:rsid w:val="007A08CD"/>
    <w:rsid w:val="007A14F8"/>
    <w:rsid w:val="007A1959"/>
    <w:rsid w:val="007A20D6"/>
    <w:rsid w:val="007A3F92"/>
    <w:rsid w:val="007A51DD"/>
    <w:rsid w:val="007A5B2A"/>
    <w:rsid w:val="007A6D37"/>
    <w:rsid w:val="007A7267"/>
    <w:rsid w:val="007A7AEB"/>
    <w:rsid w:val="007A7FF5"/>
    <w:rsid w:val="007B029F"/>
    <w:rsid w:val="007B14F5"/>
    <w:rsid w:val="007B19BF"/>
    <w:rsid w:val="007B202D"/>
    <w:rsid w:val="007B28B4"/>
    <w:rsid w:val="007B2F6B"/>
    <w:rsid w:val="007B328D"/>
    <w:rsid w:val="007B3F6A"/>
    <w:rsid w:val="007B4BE2"/>
    <w:rsid w:val="007B5073"/>
    <w:rsid w:val="007B6565"/>
    <w:rsid w:val="007B76E4"/>
    <w:rsid w:val="007C0137"/>
    <w:rsid w:val="007C04D8"/>
    <w:rsid w:val="007C06AF"/>
    <w:rsid w:val="007C0B7E"/>
    <w:rsid w:val="007C17E7"/>
    <w:rsid w:val="007C29BA"/>
    <w:rsid w:val="007C41CD"/>
    <w:rsid w:val="007C4AA3"/>
    <w:rsid w:val="007C51F7"/>
    <w:rsid w:val="007C62F9"/>
    <w:rsid w:val="007C631F"/>
    <w:rsid w:val="007C7285"/>
    <w:rsid w:val="007C73A9"/>
    <w:rsid w:val="007D0D80"/>
    <w:rsid w:val="007D10CB"/>
    <w:rsid w:val="007D13B0"/>
    <w:rsid w:val="007D1720"/>
    <w:rsid w:val="007D2D14"/>
    <w:rsid w:val="007D3124"/>
    <w:rsid w:val="007D3705"/>
    <w:rsid w:val="007D37A4"/>
    <w:rsid w:val="007D5594"/>
    <w:rsid w:val="007D5F35"/>
    <w:rsid w:val="007D680D"/>
    <w:rsid w:val="007D6A8C"/>
    <w:rsid w:val="007D7F89"/>
    <w:rsid w:val="007E0BFE"/>
    <w:rsid w:val="007E1AD0"/>
    <w:rsid w:val="007E1C5F"/>
    <w:rsid w:val="007E2D89"/>
    <w:rsid w:val="007E43B3"/>
    <w:rsid w:val="007E451F"/>
    <w:rsid w:val="007E4CE5"/>
    <w:rsid w:val="007E4F36"/>
    <w:rsid w:val="007E503E"/>
    <w:rsid w:val="007E52F3"/>
    <w:rsid w:val="007E5736"/>
    <w:rsid w:val="007E653D"/>
    <w:rsid w:val="007E6724"/>
    <w:rsid w:val="007E675A"/>
    <w:rsid w:val="007E7675"/>
    <w:rsid w:val="007E7710"/>
    <w:rsid w:val="007F0167"/>
    <w:rsid w:val="007F103E"/>
    <w:rsid w:val="007F2F84"/>
    <w:rsid w:val="007F3273"/>
    <w:rsid w:val="007F3453"/>
    <w:rsid w:val="007F37F7"/>
    <w:rsid w:val="007F3FCD"/>
    <w:rsid w:val="007F5D93"/>
    <w:rsid w:val="00800B67"/>
    <w:rsid w:val="00800F08"/>
    <w:rsid w:val="00800F0F"/>
    <w:rsid w:val="00801116"/>
    <w:rsid w:val="0080129D"/>
    <w:rsid w:val="0080141A"/>
    <w:rsid w:val="00801431"/>
    <w:rsid w:val="00801B4F"/>
    <w:rsid w:val="0080242E"/>
    <w:rsid w:val="00805744"/>
    <w:rsid w:val="00805E53"/>
    <w:rsid w:val="008068A5"/>
    <w:rsid w:val="008074E5"/>
    <w:rsid w:val="00810495"/>
    <w:rsid w:val="0081105A"/>
    <w:rsid w:val="0081238A"/>
    <w:rsid w:val="00812BC2"/>
    <w:rsid w:val="00812DBD"/>
    <w:rsid w:val="00813187"/>
    <w:rsid w:val="008133D1"/>
    <w:rsid w:val="00813D1D"/>
    <w:rsid w:val="008143E6"/>
    <w:rsid w:val="00815868"/>
    <w:rsid w:val="00816E53"/>
    <w:rsid w:val="00816F1C"/>
    <w:rsid w:val="00820129"/>
    <w:rsid w:val="00820D9D"/>
    <w:rsid w:val="00822783"/>
    <w:rsid w:val="0082342D"/>
    <w:rsid w:val="008237CF"/>
    <w:rsid w:val="00823AEF"/>
    <w:rsid w:val="00823C56"/>
    <w:rsid w:val="00824754"/>
    <w:rsid w:val="00826C6D"/>
    <w:rsid w:val="00826E8D"/>
    <w:rsid w:val="00827F74"/>
    <w:rsid w:val="008300AB"/>
    <w:rsid w:val="00830D17"/>
    <w:rsid w:val="00832289"/>
    <w:rsid w:val="00832738"/>
    <w:rsid w:val="00832E12"/>
    <w:rsid w:val="00832EED"/>
    <w:rsid w:val="00835521"/>
    <w:rsid w:val="00835602"/>
    <w:rsid w:val="0083561E"/>
    <w:rsid w:val="00837188"/>
    <w:rsid w:val="00837581"/>
    <w:rsid w:val="00840D97"/>
    <w:rsid w:val="008439E5"/>
    <w:rsid w:val="0084435C"/>
    <w:rsid w:val="00844A3B"/>
    <w:rsid w:val="00844EA6"/>
    <w:rsid w:val="00845AA3"/>
    <w:rsid w:val="00845AF7"/>
    <w:rsid w:val="00845CD5"/>
    <w:rsid w:val="00845DE8"/>
    <w:rsid w:val="00845F3B"/>
    <w:rsid w:val="008464C6"/>
    <w:rsid w:val="00846B13"/>
    <w:rsid w:val="00847FB3"/>
    <w:rsid w:val="008508A1"/>
    <w:rsid w:val="00850DD0"/>
    <w:rsid w:val="008510F7"/>
    <w:rsid w:val="00851E75"/>
    <w:rsid w:val="008521C3"/>
    <w:rsid w:val="008527B1"/>
    <w:rsid w:val="00852D37"/>
    <w:rsid w:val="00852D3B"/>
    <w:rsid w:val="00852E85"/>
    <w:rsid w:val="008533F0"/>
    <w:rsid w:val="008538D4"/>
    <w:rsid w:val="00854EDD"/>
    <w:rsid w:val="008578E1"/>
    <w:rsid w:val="00857F7F"/>
    <w:rsid w:val="008602AC"/>
    <w:rsid w:val="00861159"/>
    <w:rsid w:val="008614BC"/>
    <w:rsid w:val="00861E79"/>
    <w:rsid w:val="008620C2"/>
    <w:rsid w:val="008624A1"/>
    <w:rsid w:val="00862636"/>
    <w:rsid w:val="008648B2"/>
    <w:rsid w:val="00864933"/>
    <w:rsid w:val="00864BFC"/>
    <w:rsid w:val="00865ABD"/>
    <w:rsid w:val="00866320"/>
    <w:rsid w:val="008668B8"/>
    <w:rsid w:val="0086694C"/>
    <w:rsid w:val="00866D46"/>
    <w:rsid w:val="0087017F"/>
    <w:rsid w:val="00870A04"/>
    <w:rsid w:val="00870E82"/>
    <w:rsid w:val="00871ABA"/>
    <w:rsid w:val="0087255B"/>
    <w:rsid w:val="00873C70"/>
    <w:rsid w:val="008759F0"/>
    <w:rsid w:val="00875EF0"/>
    <w:rsid w:val="0087656F"/>
    <w:rsid w:val="00876778"/>
    <w:rsid w:val="00876E0F"/>
    <w:rsid w:val="00876EB5"/>
    <w:rsid w:val="00877609"/>
    <w:rsid w:val="00877CC0"/>
    <w:rsid w:val="008812F6"/>
    <w:rsid w:val="00881BA0"/>
    <w:rsid w:val="00881BE5"/>
    <w:rsid w:val="00882310"/>
    <w:rsid w:val="00883CF0"/>
    <w:rsid w:val="0088402C"/>
    <w:rsid w:val="00885891"/>
    <w:rsid w:val="008871D3"/>
    <w:rsid w:val="008874E8"/>
    <w:rsid w:val="00887B50"/>
    <w:rsid w:val="00887DBB"/>
    <w:rsid w:val="00891D42"/>
    <w:rsid w:val="00892257"/>
    <w:rsid w:val="00894A19"/>
    <w:rsid w:val="00894F3E"/>
    <w:rsid w:val="008955BD"/>
    <w:rsid w:val="00895E2C"/>
    <w:rsid w:val="00896766"/>
    <w:rsid w:val="00897831"/>
    <w:rsid w:val="00897A9B"/>
    <w:rsid w:val="00897F35"/>
    <w:rsid w:val="008A0176"/>
    <w:rsid w:val="008A0BE4"/>
    <w:rsid w:val="008A18FC"/>
    <w:rsid w:val="008A1E67"/>
    <w:rsid w:val="008A2B0F"/>
    <w:rsid w:val="008A2D71"/>
    <w:rsid w:val="008A5115"/>
    <w:rsid w:val="008A511D"/>
    <w:rsid w:val="008A53CF"/>
    <w:rsid w:val="008A711F"/>
    <w:rsid w:val="008A745C"/>
    <w:rsid w:val="008B007C"/>
    <w:rsid w:val="008B089F"/>
    <w:rsid w:val="008B0963"/>
    <w:rsid w:val="008B0EC5"/>
    <w:rsid w:val="008B0F2A"/>
    <w:rsid w:val="008B2462"/>
    <w:rsid w:val="008B2799"/>
    <w:rsid w:val="008B5052"/>
    <w:rsid w:val="008B57FC"/>
    <w:rsid w:val="008B6258"/>
    <w:rsid w:val="008B6EE5"/>
    <w:rsid w:val="008B70A6"/>
    <w:rsid w:val="008B7544"/>
    <w:rsid w:val="008B7C44"/>
    <w:rsid w:val="008B7F3A"/>
    <w:rsid w:val="008C040D"/>
    <w:rsid w:val="008C0EF4"/>
    <w:rsid w:val="008C132A"/>
    <w:rsid w:val="008C37D2"/>
    <w:rsid w:val="008C4589"/>
    <w:rsid w:val="008C4D73"/>
    <w:rsid w:val="008C612A"/>
    <w:rsid w:val="008C643F"/>
    <w:rsid w:val="008C6E85"/>
    <w:rsid w:val="008C700B"/>
    <w:rsid w:val="008C7B60"/>
    <w:rsid w:val="008C7CDE"/>
    <w:rsid w:val="008D025C"/>
    <w:rsid w:val="008D1141"/>
    <w:rsid w:val="008D1202"/>
    <w:rsid w:val="008D16EF"/>
    <w:rsid w:val="008D2516"/>
    <w:rsid w:val="008D2820"/>
    <w:rsid w:val="008D37E4"/>
    <w:rsid w:val="008D4C72"/>
    <w:rsid w:val="008D5512"/>
    <w:rsid w:val="008D6D0A"/>
    <w:rsid w:val="008D7DCB"/>
    <w:rsid w:val="008E0759"/>
    <w:rsid w:val="008E0C1A"/>
    <w:rsid w:val="008E0C7C"/>
    <w:rsid w:val="008E10D1"/>
    <w:rsid w:val="008E1BFE"/>
    <w:rsid w:val="008E23D8"/>
    <w:rsid w:val="008E24EF"/>
    <w:rsid w:val="008E266F"/>
    <w:rsid w:val="008E279C"/>
    <w:rsid w:val="008E328F"/>
    <w:rsid w:val="008E3369"/>
    <w:rsid w:val="008E4BF4"/>
    <w:rsid w:val="008E4C54"/>
    <w:rsid w:val="008E5331"/>
    <w:rsid w:val="008E556D"/>
    <w:rsid w:val="008E5ACA"/>
    <w:rsid w:val="008E61F7"/>
    <w:rsid w:val="008E7DB3"/>
    <w:rsid w:val="008E7ED8"/>
    <w:rsid w:val="008F002B"/>
    <w:rsid w:val="008F008C"/>
    <w:rsid w:val="008F00BF"/>
    <w:rsid w:val="008F01E0"/>
    <w:rsid w:val="008F0654"/>
    <w:rsid w:val="008F0945"/>
    <w:rsid w:val="008F1316"/>
    <w:rsid w:val="008F2463"/>
    <w:rsid w:val="008F27A5"/>
    <w:rsid w:val="008F3436"/>
    <w:rsid w:val="008F3A4B"/>
    <w:rsid w:val="008F3EA0"/>
    <w:rsid w:val="008F42F8"/>
    <w:rsid w:val="008F4AC8"/>
    <w:rsid w:val="008F5415"/>
    <w:rsid w:val="008F5765"/>
    <w:rsid w:val="008F656C"/>
    <w:rsid w:val="008F74D5"/>
    <w:rsid w:val="00900566"/>
    <w:rsid w:val="0090166E"/>
    <w:rsid w:val="0090182B"/>
    <w:rsid w:val="0090200E"/>
    <w:rsid w:val="0090223C"/>
    <w:rsid w:val="00902505"/>
    <w:rsid w:val="00903E52"/>
    <w:rsid w:val="009043D1"/>
    <w:rsid w:val="00904D2A"/>
    <w:rsid w:val="00904D63"/>
    <w:rsid w:val="009063CD"/>
    <w:rsid w:val="00910E9B"/>
    <w:rsid w:val="00911032"/>
    <w:rsid w:val="00911109"/>
    <w:rsid w:val="0091130B"/>
    <w:rsid w:val="009115B9"/>
    <w:rsid w:val="00912672"/>
    <w:rsid w:val="00912C2C"/>
    <w:rsid w:val="00913549"/>
    <w:rsid w:val="00913C05"/>
    <w:rsid w:val="00913D16"/>
    <w:rsid w:val="00913ED0"/>
    <w:rsid w:val="0091487B"/>
    <w:rsid w:val="00914D7E"/>
    <w:rsid w:val="00914EF8"/>
    <w:rsid w:val="00914F4E"/>
    <w:rsid w:val="0091532A"/>
    <w:rsid w:val="009156D3"/>
    <w:rsid w:val="00916F2B"/>
    <w:rsid w:val="0091748D"/>
    <w:rsid w:val="00917957"/>
    <w:rsid w:val="00917AA8"/>
    <w:rsid w:val="00920265"/>
    <w:rsid w:val="00920DF5"/>
    <w:rsid w:val="00921162"/>
    <w:rsid w:val="00921186"/>
    <w:rsid w:val="009211C1"/>
    <w:rsid w:val="009218AA"/>
    <w:rsid w:val="00921F79"/>
    <w:rsid w:val="00924851"/>
    <w:rsid w:val="0092551C"/>
    <w:rsid w:val="0092696D"/>
    <w:rsid w:val="00926A40"/>
    <w:rsid w:val="0092764B"/>
    <w:rsid w:val="009302C1"/>
    <w:rsid w:val="00930340"/>
    <w:rsid w:val="00930961"/>
    <w:rsid w:val="00930EC8"/>
    <w:rsid w:val="00931AF2"/>
    <w:rsid w:val="00931B2E"/>
    <w:rsid w:val="00934446"/>
    <w:rsid w:val="00936D5C"/>
    <w:rsid w:val="009374CB"/>
    <w:rsid w:val="00940AC1"/>
    <w:rsid w:val="00940B36"/>
    <w:rsid w:val="0094172D"/>
    <w:rsid w:val="00941C35"/>
    <w:rsid w:val="00941EA9"/>
    <w:rsid w:val="00941FE4"/>
    <w:rsid w:val="00942C07"/>
    <w:rsid w:val="00942C5B"/>
    <w:rsid w:val="009435C3"/>
    <w:rsid w:val="00944ADD"/>
    <w:rsid w:val="00945BA7"/>
    <w:rsid w:val="00945BCC"/>
    <w:rsid w:val="0094636C"/>
    <w:rsid w:val="009468C6"/>
    <w:rsid w:val="009503EF"/>
    <w:rsid w:val="009505BF"/>
    <w:rsid w:val="0095072F"/>
    <w:rsid w:val="00956631"/>
    <w:rsid w:val="009569DD"/>
    <w:rsid w:val="00957F24"/>
    <w:rsid w:val="0096033A"/>
    <w:rsid w:val="009604D0"/>
    <w:rsid w:val="009618E9"/>
    <w:rsid w:val="00961F13"/>
    <w:rsid w:val="00962668"/>
    <w:rsid w:val="009626F8"/>
    <w:rsid w:val="00962BDA"/>
    <w:rsid w:val="009639B5"/>
    <w:rsid w:val="009642C7"/>
    <w:rsid w:val="009643C8"/>
    <w:rsid w:val="009646B9"/>
    <w:rsid w:val="00964C50"/>
    <w:rsid w:val="00964F45"/>
    <w:rsid w:val="00966C06"/>
    <w:rsid w:val="00967829"/>
    <w:rsid w:val="00967CF9"/>
    <w:rsid w:val="00970FA9"/>
    <w:rsid w:val="009711CA"/>
    <w:rsid w:val="00971200"/>
    <w:rsid w:val="00971B10"/>
    <w:rsid w:val="00972209"/>
    <w:rsid w:val="009729A6"/>
    <w:rsid w:val="00973290"/>
    <w:rsid w:val="00973A5E"/>
    <w:rsid w:val="0097472D"/>
    <w:rsid w:val="00974CB3"/>
    <w:rsid w:val="00975902"/>
    <w:rsid w:val="00975A7D"/>
    <w:rsid w:val="009770E9"/>
    <w:rsid w:val="009808DE"/>
    <w:rsid w:val="0098198E"/>
    <w:rsid w:val="009820C6"/>
    <w:rsid w:val="00982356"/>
    <w:rsid w:val="00982DF0"/>
    <w:rsid w:val="00982F10"/>
    <w:rsid w:val="009838E0"/>
    <w:rsid w:val="00983AB1"/>
    <w:rsid w:val="00983EC4"/>
    <w:rsid w:val="00984E4E"/>
    <w:rsid w:val="0098528B"/>
    <w:rsid w:val="00985593"/>
    <w:rsid w:val="00986AC1"/>
    <w:rsid w:val="0099004C"/>
    <w:rsid w:val="009913DA"/>
    <w:rsid w:val="00991964"/>
    <w:rsid w:val="009919AB"/>
    <w:rsid w:val="009921CF"/>
    <w:rsid w:val="009922AB"/>
    <w:rsid w:val="009927AE"/>
    <w:rsid w:val="0099321C"/>
    <w:rsid w:val="00993366"/>
    <w:rsid w:val="00994B79"/>
    <w:rsid w:val="00995184"/>
    <w:rsid w:val="009956C5"/>
    <w:rsid w:val="009969F8"/>
    <w:rsid w:val="00996BC7"/>
    <w:rsid w:val="00996EEA"/>
    <w:rsid w:val="00997098"/>
    <w:rsid w:val="0099728B"/>
    <w:rsid w:val="009A15D6"/>
    <w:rsid w:val="009A187D"/>
    <w:rsid w:val="009A3463"/>
    <w:rsid w:val="009A46F0"/>
    <w:rsid w:val="009A4F48"/>
    <w:rsid w:val="009A5269"/>
    <w:rsid w:val="009A52D6"/>
    <w:rsid w:val="009A531E"/>
    <w:rsid w:val="009A5407"/>
    <w:rsid w:val="009A54DC"/>
    <w:rsid w:val="009A611A"/>
    <w:rsid w:val="009A6B8C"/>
    <w:rsid w:val="009A6BE5"/>
    <w:rsid w:val="009A7096"/>
    <w:rsid w:val="009A73B3"/>
    <w:rsid w:val="009A7D8C"/>
    <w:rsid w:val="009B0A35"/>
    <w:rsid w:val="009B1597"/>
    <w:rsid w:val="009B181F"/>
    <w:rsid w:val="009B23A5"/>
    <w:rsid w:val="009B2427"/>
    <w:rsid w:val="009B27E6"/>
    <w:rsid w:val="009B3008"/>
    <w:rsid w:val="009B4152"/>
    <w:rsid w:val="009B52F0"/>
    <w:rsid w:val="009B7240"/>
    <w:rsid w:val="009C02D8"/>
    <w:rsid w:val="009C353E"/>
    <w:rsid w:val="009C7062"/>
    <w:rsid w:val="009C78D8"/>
    <w:rsid w:val="009D0EFD"/>
    <w:rsid w:val="009D140C"/>
    <w:rsid w:val="009D1D35"/>
    <w:rsid w:val="009D2B38"/>
    <w:rsid w:val="009D306D"/>
    <w:rsid w:val="009D3D22"/>
    <w:rsid w:val="009D455E"/>
    <w:rsid w:val="009D521B"/>
    <w:rsid w:val="009D52D9"/>
    <w:rsid w:val="009D659D"/>
    <w:rsid w:val="009D74FA"/>
    <w:rsid w:val="009D7EDE"/>
    <w:rsid w:val="009D7F0F"/>
    <w:rsid w:val="009D7F23"/>
    <w:rsid w:val="009E0D74"/>
    <w:rsid w:val="009E108D"/>
    <w:rsid w:val="009E2AF2"/>
    <w:rsid w:val="009E2D6C"/>
    <w:rsid w:val="009E3E37"/>
    <w:rsid w:val="009E53E2"/>
    <w:rsid w:val="009E56E8"/>
    <w:rsid w:val="009E5C4B"/>
    <w:rsid w:val="009E6639"/>
    <w:rsid w:val="009E72F9"/>
    <w:rsid w:val="009F0167"/>
    <w:rsid w:val="009F043A"/>
    <w:rsid w:val="009F04CD"/>
    <w:rsid w:val="009F058D"/>
    <w:rsid w:val="009F0C5E"/>
    <w:rsid w:val="009F151E"/>
    <w:rsid w:val="009F4B32"/>
    <w:rsid w:val="009F4FAA"/>
    <w:rsid w:val="009F68B4"/>
    <w:rsid w:val="009F6B88"/>
    <w:rsid w:val="009F794F"/>
    <w:rsid w:val="00A011B5"/>
    <w:rsid w:val="00A016AE"/>
    <w:rsid w:val="00A01828"/>
    <w:rsid w:val="00A032E7"/>
    <w:rsid w:val="00A037B1"/>
    <w:rsid w:val="00A0536B"/>
    <w:rsid w:val="00A05847"/>
    <w:rsid w:val="00A05857"/>
    <w:rsid w:val="00A05DB0"/>
    <w:rsid w:val="00A0674F"/>
    <w:rsid w:val="00A06A26"/>
    <w:rsid w:val="00A07E96"/>
    <w:rsid w:val="00A109ED"/>
    <w:rsid w:val="00A11003"/>
    <w:rsid w:val="00A11007"/>
    <w:rsid w:val="00A11166"/>
    <w:rsid w:val="00A116B8"/>
    <w:rsid w:val="00A13679"/>
    <w:rsid w:val="00A14A92"/>
    <w:rsid w:val="00A14AF5"/>
    <w:rsid w:val="00A1548C"/>
    <w:rsid w:val="00A16E3A"/>
    <w:rsid w:val="00A1781F"/>
    <w:rsid w:val="00A17C67"/>
    <w:rsid w:val="00A2006A"/>
    <w:rsid w:val="00A2070B"/>
    <w:rsid w:val="00A21316"/>
    <w:rsid w:val="00A21333"/>
    <w:rsid w:val="00A21C71"/>
    <w:rsid w:val="00A21F5E"/>
    <w:rsid w:val="00A23035"/>
    <w:rsid w:val="00A2348E"/>
    <w:rsid w:val="00A244D2"/>
    <w:rsid w:val="00A2481E"/>
    <w:rsid w:val="00A248C9"/>
    <w:rsid w:val="00A26194"/>
    <w:rsid w:val="00A26871"/>
    <w:rsid w:val="00A26A14"/>
    <w:rsid w:val="00A27C40"/>
    <w:rsid w:val="00A27C55"/>
    <w:rsid w:val="00A27F6A"/>
    <w:rsid w:val="00A30437"/>
    <w:rsid w:val="00A30573"/>
    <w:rsid w:val="00A31FC6"/>
    <w:rsid w:val="00A321D1"/>
    <w:rsid w:val="00A32535"/>
    <w:rsid w:val="00A32E42"/>
    <w:rsid w:val="00A33DCE"/>
    <w:rsid w:val="00A34A03"/>
    <w:rsid w:val="00A362F9"/>
    <w:rsid w:val="00A36953"/>
    <w:rsid w:val="00A40A7D"/>
    <w:rsid w:val="00A44368"/>
    <w:rsid w:val="00A448C9"/>
    <w:rsid w:val="00A44A9B"/>
    <w:rsid w:val="00A46152"/>
    <w:rsid w:val="00A47BEF"/>
    <w:rsid w:val="00A50431"/>
    <w:rsid w:val="00A52611"/>
    <w:rsid w:val="00A52813"/>
    <w:rsid w:val="00A52AF0"/>
    <w:rsid w:val="00A534E7"/>
    <w:rsid w:val="00A53D28"/>
    <w:rsid w:val="00A53F4E"/>
    <w:rsid w:val="00A542D9"/>
    <w:rsid w:val="00A5455A"/>
    <w:rsid w:val="00A55518"/>
    <w:rsid w:val="00A55987"/>
    <w:rsid w:val="00A55C9B"/>
    <w:rsid w:val="00A563F2"/>
    <w:rsid w:val="00A565D9"/>
    <w:rsid w:val="00A568C3"/>
    <w:rsid w:val="00A569DB"/>
    <w:rsid w:val="00A5751E"/>
    <w:rsid w:val="00A60888"/>
    <w:rsid w:val="00A61009"/>
    <w:rsid w:val="00A61649"/>
    <w:rsid w:val="00A61834"/>
    <w:rsid w:val="00A61921"/>
    <w:rsid w:val="00A61DAE"/>
    <w:rsid w:val="00A62DE3"/>
    <w:rsid w:val="00A63552"/>
    <w:rsid w:val="00A638C4"/>
    <w:rsid w:val="00A64CA1"/>
    <w:rsid w:val="00A65C99"/>
    <w:rsid w:val="00A65D14"/>
    <w:rsid w:val="00A675C7"/>
    <w:rsid w:val="00A67801"/>
    <w:rsid w:val="00A67973"/>
    <w:rsid w:val="00A67B69"/>
    <w:rsid w:val="00A7018F"/>
    <w:rsid w:val="00A70842"/>
    <w:rsid w:val="00A7190B"/>
    <w:rsid w:val="00A73C44"/>
    <w:rsid w:val="00A7633C"/>
    <w:rsid w:val="00A76643"/>
    <w:rsid w:val="00A77535"/>
    <w:rsid w:val="00A77682"/>
    <w:rsid w:val="00A80FB9"/>
    <w:rsid w:val="00A82624"/>
    <w:rsid w:val="00A82655"/>
    <w:rsid w:val="00A8267B"/>
    <w:rsid w:val="00A827D2"/>
    <w:rsid w:val="00A829A9"/>
    <w:rsid w:val="00A84281"/>
    <w:rsid w:val="00A84B10"/>
    <w:rsid w:val="00A851C9"/>
    <w:rsid w:val="00A85DB5"/>
    <w:rsid w:val="00A85E5D"/>
    <w:rsid w:val="00A85EEE"/>
    <w:rsid w:val="00A863C4"/>
    <w:rsid w:val="00A86577"/>
    <w:rsid w:val="00A86F0B"/>
    <w:rsid w:val="00A875A5"/>
    <w:rsid w:val="00A909AF"/>
    <w:rsid w:val="00A92139"/>
    <w:rsid w:val="00A926FB"/>
    <w:rsid w:val="00A9277F"/>
    <w:rsid w:val="00A93712"/>
    <w:rsid w:val="00A93B0C"/>
    <w:rsid w:val="00A94486"/>
    <w:rsid w:val="00A94C31"/>
    <w:rsid w:val="00A95586"/>
    <w:rsid w:val="00A95940"/>
    <w:rsid w:val="00A95A02"/>
    <w:rsid w:val="00A95F92"/>
    <w:rsid w:val="00A9644F"/>
    <w:rsid w:val="00A96730"/>
    <w:rsid w:val="00A96E3B"/>
    <w:rsid w:val="00A97249"/>
    <w:rsid w:val="00A978A0"/>
    <w:rsid w:val="00A978B4"/>
    <w:rsid w:val="00A97E4D"/>
    <w:rsid w:val="00AA0260"/>
    <w:rsid w:val="00AA0EF4"/>
    <w:rsid w:val="00AA2EC7"/>
    <w:rsid w:val="00AA32BB"/>
    <w:rsid w:val="00AA6170"/>
    <w:rsid w:val="00AA6A5C"/>
    <w:rsid w:val="00AA6A65"/>
    <w:rsid w:val="00AA775C"/>
    <w:rsid w:val="00AB0C0F"/>
    <w:rsid w:val="00AB0E77"/>
    <w:rsid w:val="00AB12FE"/>
    <w:rsid w:val="00AB1388"/>
    <w:rsid w:val="00AB1A43"/>
    <w:rsid w:val="00AB1C22"/>
    <w:rsid w:val="00AB1EDF"/>
    <w:rsid w:val="00AB3231"/>
    <w:rsid w:val="00AB3916"/>
    <w:rsid w:val="00AB51ED"/>
    <w:rsid w:val="00AB62F2"/>
    <w:rsid w:val="00AB7BF8"/>
    <w:rsid w:val="00AB7ED9"/>
    <w:rsid w:val="00AC08D4"/>
    <w:rsid w:val="00AC08FD"/>
    <w:rsid w:val="00AC138D"/>
    <w:rsid w:val="00AC1B64"/>
    <w:rsid w:val="00AC26BF"/>
    <w:rsid w:val="00AC27DC"/>
    <w:rsid w:val="00AC2870"/>
    <w:rsid w:val="00AC2FEF"/>
    <w:rsid w:val="00AC31DD"/>
    <w:rsid w:val="00AC3730"/>
    <w:rsid w:val="00AC3CC7"/>
    <w:rsid w:val="00AC4541"/>
    <w:rsid w:val="00AC52B7"/>
    <w:rsid w:val="00AC6059"/>
    <w:rsid w:val="00AC6453"/>
    <w:rsid w:val="00AC79D5"/>
    <w:rsid w:val="00AD1279"/>
    <w:rsid w:val="00AD170C"/>
    <w:rsid w:val="00AD29AF"/>
    <w:rsid w:val="00AD2DB4"/>
    <w:rsid w:val="00AD319E"/>
    <w:rsid w:val="00AD3BEE"/>
    <w:rsid w:val="00AD421E"/>
    <w:rsid w:val="00AD44F2"/>
    <w:rsid w:val="00AD547A"/>
    <w:rsid w:val="00AD7629"/>
    <w:rsid w:val="00AE079B"/>
    <w:rsid w:val="00AE07A4"/>
    <w:rsid w:val="00AE090E"/>
    <w:rsid w:val="00AE0FD1"/>
    <w:rsid w:val="00AE169B"/>
    <w:rsid w:val="00AE1C94"/>
    <w:rsid w:val="00AE1D38"/>
    <w:rsid w:val="00AE1D59"/>
    <w:rsid w:val="00AE223D"/>
    <w:rsid w:val="00AE2252"/>
    <w:rsid w:val="00AE2E32"/>
    <w:rsid w:val="00AE3C29"/>
    <w:rsid w:val="00AE3EE9"/>
    <w:rsid w:val="00AE403A"/>
    <w:rsid w:val="00AE48FB"/>
    <w:rsid w:val="00AE55FA"/>
    <w:rsid w:val="00AE684E"/>
    <w:rsid w:val="00AE70BC"/>
    <w:rsid w:val="00AE7C3E"/>
    <w:rsid w:val="00AE7EED"/>
    <w:rsid w:val="00AF0915"/>
    <w:rsid w:val="00AF16D5"/>
    <w:rsid w:val="00AF1D0D"/>
    <w:rsid w:val="00AF2553"/>
    <w:rsid w:val="00AF2981"/>
    <w:rsid w:val="00AF2BE4"/>
    <w:rsid w:val="00AF3373"/>
    <w:rsid w:val="00AF3D9F"/>
    <w:rsid w:val="00AF3F8D"/>
    <w:rsid w:val="00AF4C5C"/>
    <w:rsid w:val="00AF5967"/>
    <w:rsid w:val="00AF5DCB"/>
    <w:rsid w:val="00AF6639"/>
    <w:rsid w:val="00AF6C9B"/>
    <w:rsid w:val="00AF785E"/>
    <w:rsid w:val="00B00378"/>
    <w:rsid w:val="00B015FD"/>
    <w:rsid w:val="00B019D4"/>
    <w:rsid w:val="00B0206A"/>
    <w:rsid w:val="00B020B3"/>
    <w:rsid w:val="00B03081"/>
    <w:rsid w:val="00B033AB"/>
    <w:rsid w:val="00B03493"/>
    <w:rsid w:val="00B0411C"/>
    <w:rsid w:val="00B045F8"/>
    <w:rsid w:val="00B04637"/>
    <w:rsid w:val="00B04BCD"/>
    <w:rsid w:val="00B04CA4"/>
    <w:rsid w:val="00B075AE"/>
    <w:rsid w:val="00B101B1"/>
    <w:rsid w:val="00B10CA8"/>
    <w:rsid w:val="00B11231"/>
    <w:rsid w:val="00B11827"/>
    <w:rsid w:val="00B12C08"/>
    <w:rsid w:val="00B133EF"/>
    <w:rsid w:val="00B145C6"/>
    <w:rsid w:val="00B16002"/>
    <w:rsid w:val="00B16276"/>
    <w:rsid w:val="00B16953"/>
    <w:rsid w:val="00B1785C"/>
    <w:rsid w:val="00B208B9"/>
    <w:rsid w:val="00B210D9"/>
    <w:rsid w:val="00B21C34"/>
    <w:rsid w:val="00B222CB"/>
    <w:rsid w:val="00B22486"/>
    <w:rsid w:val="00B23294"/>
    <w:rsid w:val="00B242DD"/>
    <w:rsid w:val="00B300B4"/>
    <w:rsid w:val="00B300F5"/>
    <w:rsid w:val="00B30CFB"/>
    <w:rsid w:val="00B310D3"/>
    <w:rsid w:val="00B31D73"/>
    <w:rsid w:val="00B3231F"/>
    <w:rsid w:val="00B32991"/>
    <w:rsid w:val="00B33267"/>
    <w:rsid w:val="00B34886"/>
    <w:rsid w:val="00B3610F"/>
    <w:rsid w:val="00B41571"/>
    <w:rsid w:val="00B433EB"/>
    <w:rsid w:val="00B44FA6"/>
    <w:rsid w:val="00B4590C"/>
    <w:rsid w:val="00B45E33"/>
    <w:rsid w:val="00B4634A"/>
    <w:rsid w:val="00B46DD5"/>
    <w:rsid w:val="00B46E2E"/>
    <w:rsid w:val="00B47591"/>
    <w:rsid w:val="00B47B14"/>
    <w:rsid w:val="00B47B86"/>
    <w:rsid w:val="00B47FEA"/>
    <w:rsid w:val="00B47FF2"/>
    <w:rsid w:val="00B50128"/>
    <w:rsid w:val="00B502B1"/>
    <w:rsid w:val="00B50C71"/>
    <w:rsid w:val="00B51A22"/>
    <w:rsid w:val="00B529D1"/>
    <w:rsid w:val="00B53427"/>
    <w:rsid w:val="00B54004"/>
    <w:rsid w:val="00B567F1"/>
    <w:rsid w:val="00B573CE"/>
    <w:rsid w:val="00B601C2"/>
    <w:rsid w:val="00B60DC4"/>
    <w:rsid w:val="00B614CE"/>
    <w:rsid w:val="00B625E4"/>
    <w:rsid w:val="00B63909"/>
    <w:rsid w:val="00B65EF2"/>
    <w:rsid w:val="00B66552"/>
    <w:rsid w:val="00B67200"/>
    <w:rsid w:val="00B70612"/>
    <w:rsid w:val="00B7124E"/>
    <w:rsid w:val="00B72C18"/>
    <w:rsid w:val="00B72E7A"/>
    <w:rsid w:val="00B73A19"/>
    <w:rsid w:val="00B73CF1"/>
    <w:rsid w:val="00B745D6"/>
    <w:rsid w:val="00B74D86"/>
    <w:rsid w:val="00B75101"/>
    <w:rsid w:val="00B75B36"/>
    <w:rsid w:val="00B75F84"/>
    <w:rsid w:val="00B75F9F"/>
    <w:rsid w:val="00B75FC9"/>
    <w:rsid w:val="00B779CE"/>
    <w:rsid w:val="00B77A4B"/>
    <w:rsid w:val="00B77C46"/>
    <w:rsid w:val="00B804D8"/>
    <w:rsid w:val="00B81C5F"/>
    <w:rsid w:val="00B82DC4"/>
    <w:rsid w:val="00B83081"/>
    <w:rsid w:val="00B830D1"/>
    <w:rsid w:val="00B83410"/>
    <w:rsid w:val="00B83559"/>
    <w:rsid w:val="00B83BD3"/>
    <w:rsid w:val="00B851C3"/>
    <w:rsid w:val="00B87678"/>
    <w:rsid w:val="00B877B1"/>
    <w:rsid w:val="00B87A4A"/>
    <w:rsid w:val="00B907CB"/>
    <w:rsid w:val="00B90993"/>
    <w:rsid w:val="00B90E66"/>
    <w:rsid w:val="00B90FD9"/>
    <w:rsid w:val="00B91207"/>
    <w:rsid w:val="00B940F4"/>
    <w:rsid w:val="00B9531F"/>
    <w:rsid w:val="00B95B10"/>
    <w:rsid w:val="00B97659"/>
    <w:rsid w:val="00B97761"/>
    <w:rsid w:val="00BA0069"/>
    <w:rsid w:val="00BA09FF"/>
    <w:rsid w:val="00BA0B3C"/>
    <w:rsid w:val="00BA0E60"/>
    <w:rsid w:val="00BA0EB4"/>
    <w:rsid w:val="00BA22EE"/>
    <w:rsid w:val="00BA2D42"/>
    <w:rsid w:val="00BA3048"/>
    <w:rsid w:val="00BA323E"/>
    <w:rsid w:val="00BA57C9"/>
    <w:rsid w:val="00BA7A84"/>
    <w:rsid w:val="00BA7DA1"/>
    <w:rsid w:val="00BA7E58"/>
    <w:rsid w:val="00BB1452"/>
    <w:rsid w:val="00BB2293"/>
    <w:rsid w:val="00BB3450"/>
    <w:rsid w:val="00BB39F9"/>
    <w:rsid w:val="00BB433A"/>
    <w:rsid w:val="00BB513A"/>
    <w:rsid w:val="00BB552D"/>
    <w:rsid w:val="00BB7467"/>
    <w:rsid w:val="00BB7851"/>
    <w:rsid w:val="00BB7ECC"/>
    <w:rsid w:val="00BB7F35"/>
    <w:rsid w:val="00BC1254"/>
    <w:rsid w:val="00BC12A3"/>
    <w:rsid w:val="00BC1C2D"/>
    <w:rsid w:val="00BC2354"/>
    <w:rsid w:val="00BC265E"/>
    <w:rsid w:val="00BC2EAE"/>
    <w:rsid w:val="00BC3640"/>
    <w:rsid w:val="00BC3D7E"/>
    <w:rsid w:val="00BC4794"/>
    <w:rsid w:val="00BC4FBF"/>
    <w:rsid w:val="00BC56BA"/>
    <w:rsid w:val="00BC56F5"/>
    <w:rsid w:val="00BC5765"/>
    <w:rsid w:val="00BC5C4D"/>
    <w:rsid w:val="00BC6009"/>
    <w:rsid w:val="00BC60D1"/>
    <w:rsid w:val="00BC6347"/>
    <w:rsid w:val="00BC645B"/>
    <w:rsid w:val="00BC647A"/>
    <w:rsid w:val="00BC7788"/>
    <w:rsid w:val="00BC78A4"/>
    <w:rsid w:val="00BC7BA2"/>
    <w:rsid w:val="00BC7EA5"/>
    <w:rsid w:val="00BD071E"/>
    <w:rsid w:val="00BD081C"/>
    <w:rsid w:val="00BD1397"/>
    <w:rsid w:val="00BD33C9"/>
    <w:rsid w:val="00BD40F0"/>
    <w:rsid w:val="00BD57D1"/>
    <w:rsid w:val="00BD5905"/>
    <w:rsid w:val="00BD5CA9"/>
    <w:rsid w:val="00BD6A36"/>
    <w:rsid w:val="00BD7194"/>
    <w:rsid w:val="00BE0758"/>
    <w:rsid w:val="00BE19FC"/>
    <w:rsid w:val="00BE2154"/>
    <w:rsid w:val="00BE2EC5"/>
    <w:rsid w:val="00BE439D"/>
    <w:rsid w:val="00BE45A8"/>
    <w:rsid w:val="00BE4AED"/>
    <w:rsid w:val="00BE525E"/>
    <w:rsid w:val="00BE593A"/>
    <w:rsid w:val="00BE5A52"/>
    <w:rsid w:val="00BE623F"/>
    <w:rsid w:val="00BF26FD"/>
    <w:rsid w:val="00BF2809"/>
    <w:rsid w:val="00BF32C5"/>
    <w:rsid w:val="00BF4038"/>
    <w:rsid w:val="00BF44F6"/>
    <w:rsid w:val="00BF567E"/>
    <w:rsid w:val="00BF5D6A"/>
    <w:rsid w:val="00BF6AC4"/>
    <w:rsid w:val="00BF7204"/>
    <w:rsid w:val="00BF7391"/>
    <w:rsid w:val="00BF7524"/>
    <w:rsid w:val="00C01195"/>
    <w:rsid w:val="00C020CD"/>
    <w:rsid w:val="00C02FE0"/>
    <w:rsid w:val="00C03B22"/>
    <w:rsid w:val="00C03CB6"/>
    <w:rsid w:val="00C03E79"/>
    <w:rsid w:val="00C044B4"/>
    <w:rsid w:val="00C04D4B"/>
    <w:rsid w:val="00C05523"/>
    <w:rsid w:val="00C06269"/>
    <w:rsid w:val="00C0691A"/>
    <w:rsid w:val="00C0694E"/>
    <w:rsid w:val="00C07432"/>
    <w:rsid w:val="00C1000E"/>
    <w:rsid w:val="00C10654"/>
    <w:rsid w:val="00C10766"/>
    <w:rsid w:val="00C10FD0"/>
    <w:rsid w:val="00C11B2B"/>
    <w:rsid w:val="00C11F99"/>
    <w:rsid w:val="00C14972"/>
    <w:rsid w:val="00C14EA1"/>
    <w:rsid w:val="00C14FD0"/>
    <w:rsid w:val="00C1511D"/>
    <w:rsid w:val="00C1589C"/>
    <w:rsid w:val="00C1724C"/>
    <w:rsid w:val="00C17C23"/>
    <w:rsid w:val="00C20BB2"/>
    <w:rsid w:val="00C20CAF"/>
    <w:rsid w:val="00C2239E"/>
    <w:rsid w:val="00C2273C"/>
    <w:rsid w:val="00C2307A"/>
    <w:rsid w:val="00C23FF2"/>
    <w:rsid w:val="00C24E74"/>
    <w:rsid w:val="00C251F2"/>
    <w:rsid w:val="00C301ED"/>
    <w:rsid w:val="00C31C4C"/>
    <w:rsid w:val="00C31F2A"/>
    <w:rsid w:val="00C3218D"/>
    <w:rsid w:val="00C32319"/>
    <w:rsid w:val="00C32488"/>
    <w:rsid w:val="00C3393E"/>
    <w:rsid w:val="00C33D98"/>
    <w:rsid w:val="00C342E3"/>
    <w:rsid w:val="00C358EB"/>
    <w:rsid w:val="00C35B08"/>
    <w:rsid w:val="00C35F61"/>
    <w:rsid w:val="00C36425"/>
    <w:rsid w:val="00C37688"/>
    <w:rsid w:val="00C40D35"/>
    <w:rsid w:val="00C41148"/>
    <w:rsid w:val="00C41242"/>
    <w:rsid w:val="00C416A2"/>
    <w:rsid w:val="00C4241F"/>
    <w:rsid w:val="00C425C9"/>
    <w:rsid w:val="00C42A01"/>
    <w:rsid w:val="00C43237"/>
    <w:rsid w:val="00C43C59"/>
    <w:rsid w:val="00C445FB"/>
    <w:rsid w:val="00C458FF"/>
    <w:rsid w:val="00C45BA2"/>
    <w:rsid w:val="00C5034B"/>
    <w:rsid w:val="00C51788"/>
    <w:rsid w:val="00C51A57"/>
    <w:rsid w:val="00C5254D"/>
    <w:rsid w:val="00C53173"/>
    <w:rsid w:val="00C536A5"/>
    <w:rsid w:val="00C537F3"/>
    <w:rsid w:val="00C54581"/>
    <w:rsid w:val="00C54838"/>
    <w:rsid w:val="00C56594"/>
    <w:rsid w:val="00C57F74"/>
    <w:rsid w:val="00C621A4"/>
    <w:rsid w:val="00C627A8"/>
    <w:rsid w:val="00C62C67"/>
    <w:rsid w:val="00C6446F"/>
    <w:rsid w:val="00C66696"/>
    <w:rsid w:val="00C66958"/>
    <w:rsid w:val="00C677A2"/>
    <w:rsid w:val="00C706A4"/>
    <w:rsid w:val="00C71243"/>
    <w:rsid w:val="00C714EA"/>
    <w:rsid w:val="00C734D7"/>
    <w:rsid w:val="00C73974"/>
    <w:rsid w:val="00C7408F"/>
    <w:rsid w:val="00C7459F"/>
    <w:rsid w:val="00C752F7"/>
    <w:rsid w:val="00C759B9"/>
    <w:rsid w:val="00C766F1"/>
    <w:rsid w:val="00C7716F"/>
    <w:rsid w:val="00C77874"/>
    <w:rsid w:val="00C804E6"/>
    <w:rsid w:val="00C820AC"/>
    <w:rsid w:val="00C8304F"/>
    <w:rsid w:val="00C831A7"/>
    <w:rsid w:val="00C84614"/>
    <w:rsid w:val="00C8494E"/>
    <w:rsid w:val="00C84C3D"/>
    <w:rsid w:val="00C85433"/>
    <w:rsid w:val="00C85C16"/>
    <w:rsid w:val="00C865CE"/>
    <w:rsid w:val="00C873C8"/>
    <w:rsid w:val="00C87FCE"/>
    <w:rsid w:val="00C9000C"/>
    <w:rsid w:val="00C91CD9"/>
    <w:rsid w:val="00C91E17"/>
    <w:rsid w:val="00C92744"/>
    <w:rsid w:val="00C931D9"/>
    <w:rsid w:val="00C9337A"/>
    <w:rsid w:val="00C93710"/>
    <w:rsid w:val="00C94508"/>
    <w:rsid w:val="00C946CE"/>
    <w:rsid w:val="00C95173"/>
    <w:rsid w:val="00C96EDC"/>
    <w:rsid w:val="00CA0334"/>
    <w:rsid w:val="00CA155F"/>
    <w:rsid w:val="00CA1B8A"/>
    <w:rsid w:val="00CA1FB4"/>
    <w:rsid w:val="00CA3FEE"/>
    <w:rsid w:val="00CA4121"/>
    <w:rsid w:val="00CA41DE"/>
    <w:rsid w:val="00CA639A"/>
    <w:rsid w:val="00CA65B9"/>
    <w:rsid w:val="00CA6B4E"/>
    <w:rsid w:val="00CB09D1"/>
    <w:rsid w:val="00CB0EF7"/>
    <w:rsid w:val="00CB2122"/>
    <w:rsid w:val="00CB228C"/>
    <w:rsid w:val="00CB273E"/>
    <w:rsid w:val="00CB28DF"/>
    <w:rsid w:val="00CB4577"/>
    <w:rsid w:val="00CB547C"/>
    <w:rsid w:val="00CB6650"/>
    <w:rsid w:val="00CB6694"/>
    <w:rsid w:val="00CB76B6"/>
    <w:rsid w:val="00CB79F2"/>
    <w:rsid w:val="00CC06BA"/>
    <w:rsid w:val="00CC0DC1"/>
    <w:rsid w:val="00CC1495"/>
    <w:rsid w:val="00CC199E"/>
    <w:rsid w:val="00CC2BBC"/>
    <w:rsid w:val="00CC3042"/>
    <w:rsid w:val="00CC40C2"/>
    <w:rsid w:val="00CC4A4F"/>
    <w:rsid w:val="00CC4EB3"/>
    <w:rsid w:val="00CC664E"/>
    <w:rsid w:val="00CC6953"/>
    <w:rsid w:val="00CC7FC7"/>
    <w:rsid w:val="00CD18A6"/>
    <w:rsid w:val="00CD2D32"/>
    <w:rsid w:val="00CD3AE0"/>
    <w:rsid w:val="00CD410D"/>
    <w:rsid w:val="00CD472C"/>
    <w:rsid w:val="00CD4C7B"/>
    <w:rsid w:val="00CD51A1"/>
    <w:rsid w:val="00CD5605"/>
    <w:rsid w:val="00CD664D"/>
    <w:rsid w:val="00CD7C1A"/>
    <w:rsid w:val="00CE033E"/>
    <w:rsid w:val="00CE0896"/>
    <w:rsid w:val="00CE101A"/>
    <w:rsid w:val="00CE1262"/>
    <w:rsid w:val="00CE2E34"/>
    <w:rsid w:val="00CE40EF"/>
    <w:rsid w:val="00CE5800"/>
    <w:rsid w:val="00CE5FD9"/>
    <w:rsid w:val="00CF143A"/>
    <w:rsid w:val="00CF252D"/>
    <w:rsid w:val="00CF2D25"/>
    <w:rsid w:val="00CF3787"/>
    <w:rsid w:val="00CF5360"/>
    <w:rsid w:val="00CF5B78"/>
    <w:rsid w:val="00CF5C97"/>
    <w:rsid w:val="00CF7233"/>
    <w:rsid w:val="00CF7CFC"/>
    <w:rsid w:val="00D00D07"/>
    <w:rsid w:val="00D00D94"/>
    <w:rsid w:val="00D01693"/>
    <w:rsid w:val="00D051F3"/>
    <w:rsid w:val="00D055DD"/>
    <w:rsid w:val="00D05F55"/>
    <w:rsid w:val="00D05FB8"/>
    <w:rsid w:val="00D0647C"/>
    <w:rsid w:val="00D07208"/>
    <w:rsid w:val="00D1109A"/>
    <w:rsid w:val="00D1133A"/>
    <w:rsid w:val="00D1187F"/>
    <w:rsid w:val="00D124C5"/>
    <w:rsid w:val="00D1337C"/>
    <w:rsid w:val="00D134E2"/>
    <w:rsid w:val="00D1455A"/>
    <w:rsid w:val="00D14630"/>
    <w:rsid w:val="00D1464D"/>
    <w:rsid w:val="00D149A7"/>
    <w:rsid w:val="00D14E42"/>
    <w:rsid w:val="00D16A24"/>
    <w:rsid w:val="00D177AC"/>
    <w:rsid w:val="00D17F9D"/>
    <w:rsid w:val="00D2171C"/>
    <w:rsid w:val="00D21F54"/>
    <w:rsid w:val="00D226F1"/>
    <w:rsid w:val="00D23011"/>
    <w:rsid w:val="00D23185"/>
    <w:rsid w:val="00D233CA"/>
    <w:rsid w:val="00D239B3"/>
    <w:rsid w:val="00D24F62"/>
    <w:rsid w:val="00D250A9"/>
    <w:rsid w:val="00D260F3"/>
    <w:rsid w:val="00D264C2"/>
    <w:rsid w:val="00D2678D"/>
    <w:rsid w:val="00D26949"/>
    <w:rsid w:val="00D269A4"/>
    <w:rsid w:val="00D26D3E"/>
    <w:rsid w:val="00D270E5"/>
    <w:rsid w:val="00D272BD"/>
    <w:rsid w:val="00D278B6"/>
    <w:rsid w:val="00D27F11"/>
    <w:rsid w:val="00D3286D"/>
    <w:rsid w:val="00D32A2F"/>
    <w:rsid w:val="00D32C42"/>
    <w:rsid w:val="00D32CB2"/>
    <w:rsid w:val="00D33590"/>
    <w:rsid w:val="00D33EB5"/>
    <w:rsid w:val="00D34EF1"/>
    <w:rsid w:val="00D352D4"/>
    <w:rsid w:val="00D3552B"/>
    <w:rsid w:val="00D35DE0"/>
    <w:rsid w:val="00D362A1"/>
    <w:rsid w:val="00D370B6"/>
    <w:rsid w:val="00D37E1F"/>
    <w:rsid w:val="00D406F7"/>
    <w:rsid w:val="00D40788"/>
    <w:rsid w:val="00D41C06"/>
    <w:rsid w:val="00D425B8"/>
    <w:rsid w:val="00D428A3"/>
    <w:rsid w:val="00D44890"/>
    <w:rsid w:val="00D44B66"/>
    <w:rsid w:val="00D46D83"/>
    <w:rsid w:val="00D47078"/>
    <w:rsid w:val="00D4743F"/>
    <w:rsid w:val="00D4774F"/>
    <w:rsid w:val="00D47E27"/>
    <w:rsid w:val="00D50257"/>
    <w:rsid w:val="00D502A9"/>
    <w:rsid w:val="00D505AE"/>
    <w:rsid w:val="00D50C31"/>
    <w:rsid w:val="00D52156"/>
    <w:rsid w:val="00D52662"/>
    <w:rsid w:val="00D5351D"/>
    <w:rsid w:val="00D5368F"/>
    <w:rsid w:val="00D54FC3"/>
    <w:rsid w:val="00D55070"/>
    <w:rsid w:val="00D55C33"/>
    <w:rsid w:val="00D578C7"/>
    <w:rsid w:val="00D603CA"/>
    <w:rsid w:val="00D60902"/>
    <w:rsid w:val="00D60C2F"/>
    <w:rsid w:val="00D60DEA"/>
    <w:rsid w:val="00D60F32"/>
    <w:rsid w:val="00D617B0"/>
    <w:rsid w:val="00D61FF3"/>
    <w:rsid w:val="00D6428B"/>
    <w:rsid w:val="00D65705"/>
    <w:rsid w:val="00D65DFB"/>
    <w:rsid w:val="00D67D1D"/>
    <w:rsid w:val="00D67ED3"/>
    <w:rsid w:val="00D703E9"/>
    <w:rsid w:val="00D706F0"/>
    <w:rsid w:val="00D71D68"/>
    <w:rsid w:val="00D72575"/>
    <w:rsid w:val="00D72647"/>
    <w:rsid w:val="00D73284"/>
    <w:rsid w:val="00D73970"/>
    <w:rsid w:val="00D73CD5"/>
    <w:rsid w:val="00D73E19"/>
    <w:rsid w:val="00D751D3"/>
    <w:rsid w:val="00D7677A"/>
    <w:rsid w:val="00D76AB4"/>
    <w:rsid w:val="00D775D9"/>
    <w:rsid w:val="00D810FC"/>
    <w:rsid w:val="00D83FD2"/>
    <w:rsid w:val="00D83FDA"/>
    <w:rsid w:val="00D87126"/>
    <w:rsid w:val="00D874BF"/>
    <w:rsid w:val="00D87F6A"/>
    <w:rsid w:val="00D902E2"/>
    <w:rsid w:val="00D911EA"/>
    <w:rsid w:val="00D9295E"/>
    <w:rsid w:val="00D94365"/>
    <w:rsid w:val="00D9450E"/>
    <w:rsid w:val="00D946C8"/>
    <w:rsid w:val="00D95062"/>
    <w:rsid w:val="00D96281"/>
    <w:rsid w:val="00D978C5"/>
    <w:rsid w:val="00D97CE1"/>
    <w:rsid w:val="00D97DEC"/>
    <w:rsid w:val="00DA1DCC"/>
    <w:rsid w:val="00DA2832"/>
    <w:rsid w:val="00DA2C49"/>
    <w:rsid w:val="00DA2D54"/>
    <w:rsid w:val="00DA3686"/>
    <w:rsid w:val="00DA36CB"/>
    <w:rsid w:val="00DA4357"/>
    <w:rsid w:val="00DA4904"/>
    <w:rsid w:val="00DA4E80"/>
    <w:rsid w:val="00DA615E"/>
    <w:rsid w:val="00DA746E"/>
    <w:rsid w:val="00DB09D8"/>
    <w:rsid w:val="00DB0F0B"/>
    <w:rsid w:val="00DB1A50"/>
    <w:rsid w:val="00DB2BF0"/>
    <w:rsid w:val="00DB318C"/>
    <w:rsid w:val="00DB38C9"/>
    <w:rsid w:val="00DB43B2"/>
    <w:rsid w:val="00DB44BB"/>
    <w:rsid w:val="00DB4DC5"/>
    <w:rsid w:val="00DB6D49"/>
    <w:rsid w:val="00DB6EFB"/>
    <w:rsid w:val="00DC0F1C"/>
    <w:rsid w:val="00DC19CF"/>
    <w:rsid w:val="00DC2F56"/>
    <w:rsid w:val="00DC3B5D"/>
    <w:rsid w:val="00DC3DFF"/>
    <w:rsid w:val="00DC4263"/>
    <w:rsid w:val="00DC49B5"/>
    <w:rsid w:val="00DC4A7E"/>
    <w:rsid w:val="00DC509C"/>
    <w:rsid w:val="00DC5C82"/>
    <w:rsid w:val="00DC5CF0"/>
    <w:rsid w:val="00DC6BEA"/>
    <w:rsid w:val="00DD0239"/>
    <w:rsid w:val="00DD0908"/>
    <w:rsid w:val="00DD0D5C"/>
    <w:rsid w:val="00DD1494"/>
    <w:rsid w:val="00DD1A6F"/>
    <w:rsid w:val="00DD2153"/>
    <w:rsid w:val="00DD27E4"/>
    <w:rsid w:val="00DD4727"/>
    <w:rsid w:val="00DD4902"/>
    <w:rsid w:val="00DD4A5C"/>
    <w:rsid w:val="00DD5426"/>
    <w:rsid w:val="00DD5970"/>
    <w:rsid w:val="00DD6E50"/>
    <w:rsid w:val="00DD74AF"/>
    <w:rsid w:val="00DE0B7D"/>
    <w:rsid w:val="00DE1807"/>
    <w:rsid w:val="00DE205B"/>
    <w:rsid w:val="00DE267F"/>
    <w:rsid w:val="00DE2F6A"/>
    <w:rsid w:val="00DE54B8"/>
    <w:rsid w:val="00DE5A82"/>
    <w:rsid w:val="00DE621B"/>
    <w:rsid w:val="00DE6BCC"/>
    <w:rsid w:val="00DE7020"/>
    <w:rsid w:val="00DE73DA"/>
    <w:rsid w:val="00DF0C8D"/>
    <w:rsid w:val="00DF1665"/>
    <w:rsid w:val="00DF1669"/>
    <w:rsid w:val="00DF3F83"/>
    <w:rsid w:val="00DF50C0"/>
    <w:rsid w:val="00DF57E6"/>
    <w:rsid w:val="00DF5CAC"/>
    <w:rsid w:val="00DF6012"/>
    <w:rsid w:val="00DF6D88"/>
    <w:rsid w:val="00DF70FB"/>
    <w:rsid w:val="00E00EAC"/>
    <w:rsid w:val="00E01677"/>
    <w:rsid w:val="00E023FA"/>
    <w:rsid w:val="00E02786"/>
    <w:rsid w:val="00E02906"/>
    <w:rsid w:val="00E0324B"/>
    <w:rsid w:val="00E03470"/>
    <w:rsid w:val="00E035BB"/>
    <w:rsid w:val="00E03E7D"/>
    <w:rsid w:val="00E044E6"/>
    <w:rsid w:val="00E0576E"/>
    <w:rsid w:val="00E06C9A"/>
    <w:rsid w:val="00E0702A"/>
    <w:rsid w:val="00E077D4"/>
    <w:rsid w:val="00E07920"/>
    <w:rsid w:val="00E127EC"/>
    <w:rsid w:val="00E12FF2"/>
    <w:rsid w:val="00E138A5"/>
    <w:rsid w:val="00E13949"/>
    <w:rsid w:val="00E15172"/>
    <w:rsid w:val="00E1663D"/>
    <w:rsid w:val="00E167D3"/>
    <w:rsid w:val="00E17AB3"/>
    <w:rsid w:val="00E205BC"/>
    <w:rsid w:val="00E20CED"/>
    <w:rsid w:val="00E21885"/>
    <w:rsid w:val="00E237D6"/>
    <w:rsid w:val="00E25391"/>
    <w:rsid w:val="00E2624D"/>
    <w:rsid w:val="00E26E62"/>
    <w:rsid w:val="00E278EF"/>
    <w:rsid w:val="00E27DFC"/>
    <w:rsid w:val="00E27F79"/>
    <w:rsid w:val="00E30538"/>
    <w:rsid w:val="00E306CF"/>
    <w:rsid w:val="00E32DAA"/>
    <w:rsid w:val="00E33018"/>
    <w:rsid w:val="00E33971"/>
    <w:rsid w:val="00E33BF6"/>
    <w:rsid w:val="00E34874"/>
    <w:rsid w:val="00E34967"/>
    <w:rsid w:val="00E37329"/>
    <w:rsid w:val="00E3739C"/>
    <w:rsid w:val="00E376CC"/>
    <w:rsid w:val="00E417B1"/>
    <w:rsid w:val="00E44289"/>
    <w:rsid w:val="00E44E54"/>
    <w:rsid w:val="00E45905"/>
    <w:rsid w:val="00E47A0B"/>
    <w:rsid w:val="00E500C4"/>
    <w:rsid w:val="00E50322"/>
    <w:rsid w:val="00E5069E"/>
    <w:rsid w:val="00E50708"/>
    <w:rsid w:val="00E50E11"/>
    <w:rsid w:val="00E51205"/>
    <w:rsid w:val="00E52727"/>
    <w:rsid w:val="00E52B5A"/>
    <w:rsid w:val="00E5324F"/>
    <w:rsid w:val="00E555D7"/>
    <w:rsid w:val="00E5571E"/>
    <w:rsid w:val="00E560DE"/>
    <w:rsid w:val="00E56119"/>
    <w:rsid w:val="00E56525"/>
    <w:rsid w:val="00E5695C"/>
    <w:rsid w:val="00E571A5"/>
    <w:rsid w:val="00E60368"/>
    <w:rsid w:val="00E609F1"/>
    <w:rsid w:val="00E61E97"/>
    <w:rsid w:val="00E62671"/>
    <w:rsid w:val="00E62853"/>
    <w:rsid w:val="00E62F53"/>
    <w:rsid w:val="00E6387D"/>
    <w:rsid w:val="00E64B97"/>
    <w:rsid w:val="00E64D24"/>
    <w:rsid w:val="00E653C0"/>
    <w:rsid w:val="00E657DE"/>
    <w:rsid w:val="00E65A5E"/>
    <w:rsid w:val="00E668C3"/>
    <w:rsid w:val="00E671D6"/>
    <w:rsid w:val="00E67684"/>
    <w:rsid w:val="00E67979"/>
    <w:rsid w:val="00E67C5A"/>
    <w:rsid w:val="00E67D83"/>
    <w:rsid w:val="00E67E45"/>
    <w:rsid w:val="00E701A3"/>
    <w:rsid w:val="00E70855"/>
    <w:rsid w:val="00E7122B"/>
    <w:rsid w:val="00E7192D"/>
    <w:rsid w:val="00E7368C"/>
    <w:rsid w:val="00E75A86"/>
    <w:rsid w:val="00E76EED"/>
    <w:rsid w:val="00E77ABE"/>
    <w:rsid w:val="00E80B1D"/>
    <w:rsid w:val="00E811F0"/>
    <w:rsid w:val="00E82BF9"/>
    <w:rsid w:val="00E82DEE"/>
    <w:rsid w:val="00E82E9B"/>
    <w:rsid w:val="00E82ED0"/>
    <w:rsid w:val="00E845C0"/>
    <w:rsid w:val="00E84878"/>
    <w:rsid w:val="00E84ABF"/>
    <w:rsid w:val="00E869E7"/>
    <w:rsid w:val="00E86F3F"/>
    <w:rsid w:val="00E8704D"/>
    <w:rsid w:val="00E87CEA"/>
    <w:rsid w:val="00E90429"/>
    <w:rsid w:val="00E90F1F"/>
    <w:rsid w:val="00E918F1"/>
    <w:rsid w:val="00E91C30"/>
    <w:rsid w:val="00E9330B"/>
    <w:rsid w:val="00E93556"/>
    <w:rsid w:val="00E93925"/>
    <w:rsid w:val="00E93BBF"/>
    <w:rsid w:val="00E942ED"/>
    <w:rsid w:val="00E9598F"/>
    <w:rsid w:val="00E960A2"/>
    <w:rsid w:val="00E96638"/>
    <w:rsid w:val="00E97784"/>
    <w:rsid w:val="00EA15D7"/>
    <w:rsid w:val="00EA1F18"/>
    <w:rsid w:val="00EA316C"/>
    <w:rsid w:val="00EA4365"/>
    <w:rsid w:val="00EA5225"/>
    <w:rsid w:val="00EA6AE7"/>
    <w:rsid w:val="00EA6D51"/>
    <w:rsid w:val="00EA714A"/>
    <w:rsid w:val="00EB2930"/>
    <w:rsid w:val="00EB46D6"/>
    <w:rsid w:val="00EB4D32"/>
    <w:rsid w:val="00EB697B"/>
    <w:rsid w:val="00EB7A46"/>
    <w:rsid w:val="00EB7F80"/>
    <w:rsid w:val="00EC07B8"/>
    <w:rsid w:val="00EC0C19"/>
    <w:rsid w:val="00EC1C0E"/>
    <w:rsid w:val="00EC1D42"/>
    <w:rsid w:val="00EC1F60"/>
    <w:rsid w:val="00EC226F"/>
    <w:rsid w:val="00EC23E3"/>
    <w:rsid w:val="00EC2FF1"/>
    <w:rsid w:val="00EC38B5"/>
    <w:rsid w:val="00EC4FAC"/>
    <w:rsid w:val="00EC520E"/>
    <w:rsid w:val="00EC71D6"/>
    <w:rsid w:val="00EC76A2"/>
    <w:rsid w:val="00EC7986"/>
    <w:rsid w:val="00ED01F2"/>
    <w:rsid w:val="00ED02E4"/>
    <w:rsid w:val="00ED0730"/>
    <w:rsid w:val="00ED0B3C"/>
    <w:rsid w:val="00ED1E60"/>
    <w:rsid w:val="00ED24CF"/>
    <w:rsid w:val="00ED28CD"/>
    <w:rsid w:val="00ED2901"/>
    <w:rsid w:val="00ED29A3"/>
    <w:rsid w:val="00ED46CA"/>
    <w:rsid w:val="00ED4B84"/>
    <w:rsid w:val="00ED5733"/>
    <w:rsid w:val="00ED624B"/>
    <w:rsid w:val="00ED6554"/>
    <w:rsid w:val="00EE12DB"/>
    <w:rsid w:val="00EE1545"/>
    <w:rsid w:val="00EE220E"/>
    <w:rsid w:val="00EE4569"/>
    <w:rsid w:val="00EE4744"/>
    <w:rsid w:val="00EE5365"/>
    <w:rsid w:val="00EE5C47"/>
    <w:rsid w:val="00EE5E8D"/>
    <w:rsid w:val="00EE6086"/>
    <w:rsid w:val="00EE6959"/>
    <w:rsid w:val="00EE7476"/>
    <w:rsid w:val="00EE7B4F"/>
    <w:rsid w:val="00EE7FBE"/>
    <w:rsid w:val="00EF17CF"/>
    <w:rsid w:val="00EF404F"/>
    <w:rsid w:val="00EF44EA"/>
    <w:rsid w:val="00EF5DB4"/>
    <w:rsid w:val="00EF7CA1"/>
    <w:rsid w:val="00F000DE"/>
    <w:rsid w:val="00F00374"/>
    <w:rsid w:val="00F0224D"/>
    <w:rsid w:val="00F026DA"/>
    <w:rsid w:val="00F02BFA"/>
    <w:rsid w:val="00F02CCE"/>
    <w:rsid w:val="00F02CD0"/>
    <w:rsid w:val="00F038AA"/>
    <w:rsid w:val="00F03C9B"/>
    <w:rsid w:val="00F04FAF"/>
    <w:rsid w:val="00F05EDD"/>
    <w:rsid w:val="00F06AF7"/>
    <w:rsid w:val="00F0724A"/>
    <w:rsid w:val="00F07799"/>
    <w:rsid w:val="00F07E1C"/>
    <w:rsid w:val="00F107DE"/>
    <w:rsid w:val="00F108B5"/>
    <w:rsid w:val="00F11211"/>
    <w:rsid w:val="00F11600"/>
    <w:rsid w:val="00F11669"/>
    <w:rsid w:val="00F120EB"/>
    <w:rsid w:val="00F1233D"/>
    <w:rsid w:val="00F12773"/>
    <w:rsid w:val="00F12BAE"/>
    <w:rsid w:val="00F14221"/>
    <w:rsid w:val="00F14B65"/>
    <w:rsid w:val="00F161B1"/>
    <w:rsid w:val="00F17BDF"/>
    <w:rsid w:val="00F17C00"/>
    <w:rsid w:val="00F17C0A"/>
    <w:rsid w:val="00F2115A"/>
    <w:rsid w:val="00F2117D"/>
    <w:rsid w:val="00F212E7"/>
    <w:rsid w:val="00F215D9"/>
    <w:rsid w:val="00F21C56"/>
    <w:rsid w:val="00F21CB3"/>
    <w:rsid w:val="00F23DF1"/>
    <w:rsid w:val="00F2410C"/>
    <w:rsid w:val="00F24757"/>
    <w:rsid w:val="00F252E3"/>
    <w:rsid w:val="00F254CA"/>
    <w:rsid w:val="00F25848"/>
    <w:rsid w:val="00F27B6E"/>
    <w:rsid w:val="00F301BA"/>
    <w:rsid w:val="00F30ECB"/>
    <w:rsid w:val="00F31EB3"/>
    <w:rsid w:val="00F32613"/>
    <w:rsid w:val="00F34714"/>
    <w:rsid w:val="00F34799"/>
    <w:rsid w:val="00F34961"/>
    <w:rsid w:val="00F354E6"/>
    <w:rsid w:val="00F362F7"/>
    <w:rsid w:val="00F377D5"/>
    <w:rsid w:val="00F37913"/>
    <w:rsid w:val="00F37B64"/>
    <w:rsid w:val="00F37D7D"/>
    <w:rsid w:val="00F40126"/>
    <w:rsid w:val="00F40898"/>
    <w:rsid w:val="00F40F7E"/>
    <w:rsid w:val="00F41376"/>
    <w:rsid w:val="00F416E6"/>
    <w:rsid w:val="00F42332"/>
    <w:rsid w:val="00F43735"/>
    <w:rsid w:val="00F43D7D"/>
    <w:rsid w:val="00F44563"/>
    <w:rsid w:val="00F44A77"/>
    <w:rsid w:val="00F45BC1"/>
    <w:rsid w:val="00F46D65"/>
    <w:rsid w:val="00F46FFC"/>
    <w:rsid w:val="00F477E8"/>
    <w:rsid w:val="00F4787E"/>
    <w:rsid w:val="00F5012E"/>
    <w:rsid w:val="00F51EBC"/>
    <w:rsid w:val="00F52B8F"/>
    <w:rsid w:val="00F53B02"/>
    <w:rsid w:val="00F53FEA"/>
    <w:rsid w:val="00F54893"/>
    <w:rsid w:val="00F54B31"/>
    <w:rsid w:val="00F5507C"/>
    <w:rsid w:val="00F55DC6"/>
    <w:rsid w:val="00F55E35"/>
    <w:rsid w:val="00F56003"/>
    <w:rsid w:val="00F56182"/>
    <w:rsid w:val="00F56975"/>
    <w:rsid w:val="00F57A80"/>
    <w:rsid w:val="00F60811"/>
    <w:rsid w:val="00F60FF2"/>
    <w:rsid w:val="00F6284A"/>
    <w:rsid w:val="00F632F1"/>
    <w:rsid w:val="00F63569"/>
    <w:rsid w:val="00F63D6A"/>
    <w:rsid w:val="00F641CE"/>
    <w:rsid w:val="00F645E3"/>
    <w:rsid w:val="00F64D28"/>
    <w:rsid w:val="00F6523C"/>
    <w:rsid w:val="00F657B8"/>
    <w:rsid w:val="00F66BB9"/>
    <w:rsid w:val="00F671DF"/>
    <w:rsid w:val="00F67285"/>
    <w:rsid w:val="00F70057"/>
    <w:rsid w:val="00F7075D"/>
    <w:rsid w:val="00F72AC3"/>
    <w:rsid w:val="00F72F43"/>
    <w:rsid w:val="00F7430F"/>
    <w:rsid w:val="00F755DC"/>
    <w:rsid w:val="00F77715"/>
    <w:rsid w:val="00F77D05"/>
    <w:rsid w:val="00F800C5"/>
    <w:rsid w:val="00F804B2"/>
    <w:rsid w:val="00F816B6"/>
    <w:rsid w:val="00F81E81"/>
    <w:rsid w:val="00F820EA"/>
    <w:rsid w:val="00F83169"/>
    <w:rsid w:val="00F83AEB"/>
    <w:rsid w:val="00F83F3B"/>
    <w:rsid w:val="00F847A4"/>
    <w:rsid w:val="00F84A4F"/>
    <w:rsid w:val="00F84A79"/>
    <w:rsid w:val="00F84B67"/>
    <w:rsid w:val="00F84C02"/>
    <w:rsid w:val="00F858A7"/>
    <w:rsid w:val="00F86162"/>
    <w:rsid w:val="00F862C2"/>
    <w:rsid w:val="00F86998"/>
    <w:rsid w:val="00F86F29"/>
    <w:rsid w:val="00F86FA9"/>
    <w:rsid w:val="00F8731E"/>
    <w:rsid w:val="00F8793F"/>
    <w:rsid w:val="00F87FA3"/>
    <w:rsid w:val="00F9027F"/>
    <w:rsid w:val="00F9036C"/>
    <w:rsid w:val="00F90803"/>
    <w:rsid w:val="00F90D44"/>
    <w:rsid w:val="00F90ECF"/>
    <w:rsid w:val="00F915A2"/>
    <w:rsid w:val="00F922FD"/>
    <w:rsid w:val="00F93837"/>
    <w:rsid w:val="00F93A50"/>
    <w:rsid w:val="00F954C9"/>
    <w:rsid w:val="00F95BAC"/>
    <w:rsid w:val="00F95CEC"/>
    <w:rsid w:val="00F9664F"/>
    <w:rsid w:val="00F96AE7"/>
    <w:rsid w:val="00F97109"/>
    <w:rsid w:val="00FA3056"/>
    <w:rsid w:val="00FA423C"/>
    <w:rsid w:val="00FA43D1"/>
    <w:rsid w:val="00FA505C"/>
    <w:rsid w:val="00FA5D22"/>
    <w:rsid w:val="00FA6675"/>
    <w:rsid w:val="00FA79B1"/>
    <w:rsid w:val="00FA7FE0"/>
    <w:rsid w:val="00FB0190"/>
    <w:rsid w:val="00FB0356"/>
    <w:rsid w:val="00FB0384"/>
    <w:rsid w:val="00FB077B"/>
    <w:rsid w:val="00FB187B"/>
    <w:rsid w:val="00FB42F4"/>
    <w:rsid w:val="00FB4DD7"/>
    <w:rsid w:val="00FB4EA2"/>
    <w:rsid w:val="00FB5F78"/>
    <w:rsid w:val="00FB62A7"/>
    <w:rsid w:val="00FB7BF9"/>
    <w:rsid w:val="00FC11AC"/>
    <w:rsid w:val="00FC1E40"/>
    <w:rsid w:val="00FC23B7"/>
    <w:rsid w:val="00FC30E5"/>
    <w:rsid w:val="00FC32A4"/>
    <w:rsid w:val="00FC35D2"/>
    <w:rsid w:val="00FC4B27"/>
    <w:rsid w:val="00FC4D9F"/>
    <w:rsid w:val="00FC5554"/>
    <w:rsid w:val="00FC5AE8"/>
    <w:rsid w:val="00FC6A2B"/>
    <w:rsid w:val="00FC715F"/>
    <w:rsid w:val="00FD1A1F"/>
    <w:rsid w:val="00FD2E63"/>
    <w:rsid w:val="00FD3B4F"/>
    <w:rsid w:val="00FD3E31"/>
    <w:rsid w:val="00FD4A5B"/>
    <w:rsid w:val="00FD5EB1"/>
    <w:rsid w:val="00FD6A87"/>
    <w:rsid w:val="00FD6C16"/>
    <w:rsid w:val="00FE007B"/>
    <w:rsid w:val="00FE2282"/>
    <w:rsid w:val="00FE24C0"/>
    <w:rsid w:val="00FE2536"/>
    <w:rsid w:val="00FE2873"/>
    <w:rsid w:val="00FE3386"/>
    <w:rsid w:val="00FE3A5D"/>
    <w:rsid w:val="00FE5C7F"/>
    <w:rsid w:val="00FE667F"/>
    <w:rsid w:val="00FE6F72"/>
    <w:rsid w:val="00FE7010"/>
    <w:rsid w:val="00FE76D4"/>
    <w:rsid w:val="00FF13E4"/>
    <w:rsid w:val="00FF18B9"/>
    <w:rsid w:val="00FF1E5A"/>
    <w:rsid w:val="00FF25D6"/>
    <w:rsid w:val="00FF3CC7"/>
    <w:rsid w:val="00FF4C51"/>
    <w:rsid w:val="00FF4ED8"/>
    <w:rsid w:val="00FF536E"/>
    <w:rsid w:val="00FF5D2D"/>
    <w:rsid w:val="00FF5D45"/>
    <w:rsid w:val="00FF62FE"/>
    <w:rsid w:val="00FF6FCC"/>
    <w:rsid w:val="00FF7A6B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76C25"/>
  <w15:docId w15:val="{74B088BE-E58D-475A-B7D3-D16E334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53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l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val="et-EE" w:eastAsia="et-EE"/>
    </w:rPr>
  </w:style>
  <w:style w:type="paragraph" w:styleId="BalloonText">
    <w:name w:val="Balloon Text"/>
    <w:basedOn w:val="Normal"/>
    <w:link w:val="BalloonTextChar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55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F008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2D0B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A2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2D0BA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C779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digi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rje\Desktop\EOKL\Blanketid,%20alusdokumendid\EOKL%20blank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fa0ad8-cca7-49f9-93c9-14cea3d685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FA348577098245899D2F4916D234F0" ma:contentTypeVersion="12" ma:contentTypeDescription="Create a new document." ma:contentTypeScope="" ma:versionID="1df8a359b9f4babb23fb3a8073e44034">
  <xsd:schema xmlns:xsd="http://www.w3.org/2001/XMLSchema" xmlns:xs="http://www.w3.org/2001/XMLSchema" xmlns:p="http://schemas.microsoft.com/office/2006/metadata/properties" xmlns:ns3="19fa0ad8-cca7-49f9-93c9-14cea3d6850b" targetNamespace="http://schemas.microsoft.com/office/2006/metadata/properties" ma:root="true" ma:fieldsID="7e3241b3fd9484e9bb23cb8361083af0" ns3:_="">
    <xsd:import namespace="19fa0ad8-cca7-49f9-93c9-14cea3d685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a0ad8-cca7-49f9-93c9-14cea3d685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C482-1F92-431F-9D6C-01440452448A}">
  <ds:schemaRefs>
    <ds:schemaRef ds:uri="http://schemas.microsoft.com/office/2006/metadata/properties"/>
    <ds:schemaRef ds:uri="http://schemas.microsoft.com/office/infopath/2007/PartnerControls"/>
    <ds:schemaRef ds:uri="19fa0ad8-cca7-49f9-93c9-14cea3d6850b"/>
  </ds:schemaRefs>
</ds:datastoreItem>
</file>

<file path=customXml/itemProps2.xml><?xml version="1.0" encoding="utf-8"?>
<ds:datastoreItem xmlns:ds="http://schemas.openxmlformats.org/officeDocument/2006/customXml" ds:itemID="{FDDAE6EC-9A6D-498D-A19B-93F98DC04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FD3BC-EF44-4E6D-9A9E-BFD8F9BF1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a0ad8-cca7-49f9-93c9-14cea3d685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D2A44E-4C1F-44F3-8230-A53EC2F4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EOKL blank</Template>
  <TotalTime>383</TotalTime>
  <Pages>1</Pages>
  <Words>257</Words>
  <Characters>1493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cp:keywords/>
  <dc:description/>
  <cp:lastModifiedBy>Andry Krass</cp:lastModifiedBy>
  <cp:revision>7</cp:revision>
  <cp:lastPrinted>2015-09-29T10:36:00Z</cp:lastPrinted>
  <dcterms:created xsi:type="dcterms:W3CDTF">2025-12-15T07:05:00Z</dcterms:created>
  <dcterms:modified xsi:type="dcterms:W3CDTF">2025-12-15T13:28:00Z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0x01010051FA348577098245899D2F4916D234F0</vt:lpwstr>
  </property>
</Properties>
</file>